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E78C51" w14:textId="1FD0E003" w:rsidR="004D36D7" w:rsidRPr="00FD4A68" w:rsidRDefault="00573118" w:rsidP="00F665F0">
      <w:pPr>
        <w:pStyle w:val="Title"/>
        <w:rPr>
          <w:rStyle w:val="LabTitleInstVersred"/>
          <w:b/>
          <w:color w:val="auto"/>
        </w:rPr>
      </w:pPr>
      <w:sdt>
        <w:sdtPr>
          <w:rPr>
            <w:b w:val="0"/>
            <w:color w:val="EE0000"/>
          </w:rPr>
          <w:alias w:val="Title"/>
          <w:tag w:val=""/>
          <w:id w:val="-487021785"/>
          <w:placeholder>
            <w:docPart w:val="711724AEA35C49A38015DA75776F56C6"/>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F665F0">
            <w:t xml:space="preserve">Packet Tracer - </w:t>
          </w:r>
          <w:r w:rsidR="00F665F0" w:rsidRPr="00F665F0">
            <w:t xml:space="preserve">Configure Cisco </w:t>
          </w:r>
          <w:r w:rsidR="003B15CE">
            <w:t>Devices</w:t>
          </w:r>
          <w:r w:rsidR="00F665F0" w:rsidRPr="00F665F0">
            <w:t xml:space="preserve"> for Syslog, NTP, and SSH Operations</w:t>
          </w:r>
        </w:sdtContent>
      </w:sdt>
    </w:p>
    <w:p w14:paraId="626FA82A" w14:textId="77777777" w:rsidR="00CD6C5F" w:rsidRPr="00E70096" w:rsidRDefault="00CD6C5F" w:rsidP="00CD6C5F">
      <w:pPr>
        <w:pStyle w:val="Heading1"/>
        <w:numPr>
          <w:ilvl w:val="0"/>
          <w:numId w:val="0"/>
        </w:numPr>
        <w:ind w:left="360" w:hanging="360"/>
      </w:pPr>
      <w:r w:rsidRPr="00E70096">
        <w:t>Addressing Table</w:t>
      </w:r>
    </w:p>
    <w:tbl>
      <w:tblPr>
        <w:tblStyle w:val="LabTableStyle"/>
        <w:tblW w:w="10080" w:type="dxa"/>
        <w:tblLayout w:type="fixed"/>
        <w:tblLook w:val="04A0" w:firstRow="1" w:lastRow="0" w:firstColumn="1" w:lastColumn="0" w:noHBand="0" w:noVBand="1"/>
        <w:tblDescription w:val="This table shows the addressing for the Device, Interface, IP Address and Subnet Mask."/>
      </w:tblPr>
      <w:tblGrid>
        <w:gridCol w:w="2403"/>
        <w:gridCol w:w="2498"/>
        <w:gridCol w:w="2782"/>
        <w:gridCol w:w="2397"/>
      </w:tblGrid>
      <w:tr w:rsidR="00CD6C5F" w14:paraId="7C84CB16" w14:textId="77777777" w:rsidTr="00CD7BCC">
        <w:trPr>
          <w:cnfStyle w:val="100000000000" w:firstRow="1" w:lastRow="0" w:firstColumn="0" w:lastColumn="0" w:oddVBand="0" w:evenVBand="0" w:oddHBand="0" w:evenHBand="0" w:firstRowFirstColumn="0" w:firstRowLastColumn="0" w:lastRowFirstColumn="0" w:lastRowLastColumn="0"/>
        </w:trPr>
        <w:tc>
          <w:tcPr>
            <w:tcW w:w="2403" w:type="dxa"/>
          </w:tcPr>
          <w:p w14:paraId="7093467F" w14:textId="77777777" w:rsidR="00CD6C5F" w:rsidRPr="00E87D62" w:rsidRDefault="00CD6C5F" w:rsidP="00CD3E13">
            <w:pPr>
              <w:pStyle w:val="TableHeading"/>
            </w:pPr>
            <w:r>
              <w:t>Device</w:t>
            </w:r>
          </w:p>
        </w:tc>
        <w:tc>
          <w:tcPr>
            <w:tcW w:w="2498" w:type="dxa"/>
          </w:tcPr>
          <w:p w14:paraId="5D045DE9" w14:textId="77777777" w:rsidR="00CD6C5F" w:rsidRPr="00E87D62" w:rsidRDefault="00CD6C5F" w:rsidP="00CD3E13">
            <w:pPr>
              <w:pStyle w:val="TableHeading"/>
            </w:pPr>
            <w:r w:rsidRPr="00E87D62">
              <w:t>Interface</w:t>
            </w:r>
          </w:p>
        </w:tc>
        <w:tc>
          <w:tcPr>
            <w:tcW w:w="2782" w:type="dxa"/>
          </w:tcPr>
          <w:p w14:paraId="0B93A384" w14:textId="77777777" w:rsidR="00CD6C5F" w:rsidRPr="00E87D62" w:rsidRDefault="00CD6C5F" w:rsidP="00CD3E13">
            <w:pPr>
              <w:pStyle w:val="TableHeading"/>
            </w:pPr>
            <w:r w:rsidRPr="00E87D62">
              <w:t>IP Address</w:t>
            </w:r>
          </w:p>
        </w:tc>
        <w:tc>
          <w:tcPr>
            <w:tcW w:w="2397" w:type="dxa"/>
          </w:tcPr>
          <w:p w14:paraId="39F4B9B3" w14:textId="77777777" w:rsidR="00CD6C5F" w:rsidRPr="00E87D62" w:rsidRDefault="00CD6C5F" w:rsidP="00CD3E13">
            <w:pPr>
              <w:pStyle w:val="TableHeading"/>
            </w:pPr>
            <w:r w:rsidRPr="00E87D62">
              <w:t>Subnet Mask</w:t>
            </w:r>
          </w:p>
        </w:tc>
      </w:tr>
      <w:tr w:rsidR="00CD6C5F" w14:paraId="2A4D4461" w14:textId="77777777" w:rsidTr="00CD7BCC">
        <w:tc>
          <w:tcPr>
            <w:tcW w:w="2403" w:type="dxa"/>
            <w:tcBorders>
              <w:bottom w:val="nil"/>
            </w:tcBorders>
          </w:tcPr>
          <w:p w14:paraId="0D6FFAA4" w14:textId="2CD2ACFB" w:rsidR="00CD6C5F" w:rsidRPr="008B68E7" w:rsidRDefault="00CD6C5F" w:rsidP="00CD3E13">
            <w:pPr>
              <w:pStyle w:val="TableText"/>
            </w:pPr>
            <w:r>
              <w:t>R1</w:t>
            </w:r>
          </w:p>
        </w:tc>
        <w:tc>
          <w:tcPr>
            <w:tcW w:w="2498" w:type="dxa"/>
          </w:tcPr>
          <w:p w14:paraId="1BEF0B92" w14:textId="59B7526F" w:rsidR="00CD6C5F" w:rsidRPr="008B68E7" w:rsidRDefault="00CD6C5F" w:rsidP="00CD3E13">
            <w:pPr>
              <w:pStyle w:val="TableText"/>
            </w:pPr>
            <w:r>
              <w:t>G0/1</w:t>
            </w:r>
          </w:p>
        </w:tc>
        <w:tc>
          <w:tcPr>
            <w:tcW w:w="2782" w:type="dxa"/>
          </w:tcPr>
          <w:p w14:paraId="3C9B9709" w14:textId="5DFD9D78" w:rsidR="00CD6C5F" w:rsidRPr="008B68E7" w:rsidRDefault="00CD6C5F" w:rsidP="00CD3E13">
            <w:pPr>
              <w:pStyle w:val="TableText"/>
            </w:pPr>
            <w:r>
              <w:t>10.0.1.1</w:t>
            </w:r>
          </w:p>
        </w:tc>
        <w:tc>
          <w:tcPr>
            <w:tcW w:w="2397" w:type="dxa"/>
          </w:tcPr>
          <w:p w14:paraId="37FE1A8C" w14:textId="77777777" w:rsidR="00CD6C5F" w:rsidRPr="008B68E7" w:rsidRDefault="00CD6C5F" w:rsidP="00CD3E13">
            <w:pPr>
              <w:pStyle w:val="TableText"/>
            </w:pPr>
            <w:r w:rsidRPr="008B68E7">
              <w:t>255.255.255.0</w:t>
            </w:r>
          </w:p>
        </w:tc>
      </w:tr>
      <w:tr w:rsidR="00CD6C5F" w14:paraId="5FA97645" w14:textId="77777777" w:rsidTr="00CD7BCC">
        <w:tc>
          <w:tcPr>
            <w:tcW w:w="2403" w:type="dxa"/>
            <w:tcBorders>
              <w:top w:val="nil"/>
              <w:bottom w:val="nil"/>
            </w:tcBorders>
          </w:tcPr>
          <w:p w14:paraId="7144F6B5" w14:textId="303C5B9F" w:rsidR="00CD6C5F" w:rsidRPr="008B68E7" w:rsidRDefault="00CD6C5F" w:rsidP="00CD7BCC">
            <w:pPr>
              <w:pStyle w:val="ConfigWindow"/>
            </w:pPr>
            <w:r>
              <w:t>R1</w:t>
            </w:r>
          </w:p>
        </w:tc>
        <w:tc>
          <w:tcPr>
            <w:tcW w:w="2498" w:type="dxa"/>
          </w:tcPr>
          <w:p w14:paraId="7DB963CE" w14:textId="2B1BD823" w:rsidR="00CD6C5F" w:rsidRPr="008B68E7" w:rsidRDefault="00CD6C5F" w:rsidP="00CD3E13">
            <w:pPr>
              <w:pStyle w:val="TableText"/>
            </w:pPr>
            <w:r>
              <w:t>G0/2</w:t>
            </w:r>
          </w:p>
        </w:tc>
        <w:tc>
          <w:tcPr>
            <w:tcW w:w="2782" w:type="dxa"/>
          </w:tcPr>
          <w:p w14:paraId="4C36BEF6" w14:textId="0999D047" w:rsidR="00CD6C5F" w:rsidRPr="008B68E7" w:rsidRDefault="00CD6C5F" w:rsidP="00CD3E13">
            <w:pPr>
              <w:pStyle w:val="TableText"/>
            </w:pPr>
            <w:r>
              <w:t>10.0.1.2</w:t>
            </w:r>
          </w:p>
        </w:tc>
        <w:tc>
          <w:tcPr>
            <w:tcW w:w="2397" w:type="dxa"/>
          </w:tcPr>
          <w:p w14:paraId="6B48B736" w14:textId="77777777" w:rsidR="00CD6C5F" w:rsidRPr="008B68E7" w:rsidRDefault="00CD6C5F" w:rsidP="00CD3E13">
            <w:pPr>
              <w:pStyle w:val="TableText"/>
            </w:pPr>
            <w:r w:rsidRPr="008B68E7">
              <w:t>255.255.255.0</w:t>
            </w:r>
          </w:p>
        </w:tc>
      </w:tr>
      <w:tr w:rsidR="00CD6C5F" w14:paraId="6269AD2C" w14:textId="77777777" w:rsidTr="00CD7BCC">
        <w:tc>
          <w:tcPr>
            <w:tcW w:w="2403" w:type="dxa"/>
            <w:tcBorders>
              <w:top w:val="nil"/>
            </w:tcBorders>
          </w:tcPr>
          <w:p w14:paraId="032B2563" w14:textId="25C933B6" w:rsidR="00CD6C5F" w:rsidRPr="008B68E7" w:rsidRDefault="00CD6C5F" w:rsidP="00CD7BCC">
            <w:pPr>
              <w:pStyle w:val="ConfigWindow"/>
            </w:pPr>
            <w:r>
              <w:t>R1</w:t>
            </w:r>
          </w:p>
        </w:tc>
        <w:tc>
          <w:tcPr>
            <w:tcW w:w="2498" w:type="dxa"/>
          </w:tcPr>
          <w:p w14:paraId="29460528" w14:textId="32F79C22" w:rsidR="00CD6C5F" w:rsidRPr="008B68E7" w:rsidRDefault="00CD6C5F" w:rsidP="00CD3E13">
            <w:pPr>
              <w:pStyle w:val="TableText"/>
            </w:pPr>
            <w:r>
              <w:t>S0/0/0</w:t>
            </w:r>
          </w:p>
        </w:tc>
        <w:tc>
          <w:tcPr>
            <w:tcW w:w="2782" w:type="dxa"/>
          </w:tcPr>
          <w:p w14:paraId="7E40A03A" w14:textId="2A26D798" w:rsidR="00CD6C5F" w:rsidRPr="008B68E7" w:rsidRDefault="00CD6C5F" w:rsidP="00CD3E13">
            <w:pPr>
              <w:pStyle w:val="TableText"/>
            </w:pPr>
            <w:r>
              <w:t>209.165.14.2</w:t>
            </w:r>
          </w:p>
        </w:tc>
        <w:tc>
          <w:tcPr>
            <w:tcW w:w="2397" w:type="dxa"/>
          </w:tcPr>
          <w:p w14:paraId="104FD9F8" w14:textId="77777777" w:rsidR="00CD6C5F" w:rsidRPr="00D53FF1" w:rsidRDefault="00CD6C5F" w:rsidP="00CD3E13">
            <w:pPr>
              <w:pStyle w:val="TableText"/>
            </w:pPr>
            <w:r w:rsidRPr="00D53FF1">
              <w:t>255.255.255.0</w:t>
            </w:r>
          </w:p>
        </w:tc>
      </w:tr>
      <w:tr w:rsidR="00CD6C5F" w14:paraId="69777128" w14:textId="77777777" w:rsidTr="00CD3E13">
        <w:tc>
          <w:tcPr>
            <w:tcW w:w="2403" w:type="dxa"/>
          </w:tcPr>
          <w:p w14:paraId="2C1C4184" w14:textId="0D73EE6E" w:rsidR="00CD6C5F" w:rsidRDefault="00CD6C5F" w:rsidP="00CD3E13">
            <w:pPr>
              <w:pStyle w:val="TableText"/>
            </w:pPr>
            <w:r>
              <w:t>S1</w:t>
            </w:r>
          </w:p>
        </w:tc>
        <w:tc>
          <w:tcPr>
            <w:tcW w:w="2498" w:type="dxa"/>
          </w:tcPr>
          <w:p w14:paraId="530A2E62" w14:textId="384CF736" w:rsidR="00CD6C5F" w:rsidRDefault="00CD6C5F" w:rsidP="00CD3E13">
            <w:pPr>
              <w:pStyle w:val="TableText"/>
            </w:pPr>
            <w:r>
              <w:t>VLAN 1</w:t>
            </w:r>
          </w:p>
        </w:tc>
        <w:tc>
          <w:tcPr>
            <w:tcW w:w="2782" w:type="dxa"/>
          </w:tcPr>
          <w:p w14:paraId="48A23FBD" w14:textId="439FB324" w:rsidR="00CD6C5F" w:rsidRDefault="00CD6C5F" w:rsidP="00CD3E13">
            <w:pPr>
              <w:pStyle w:val="TableText"/>
            </w:pPr>
            <w:r>
              <w:t>10.0.1.2</w:t>
            </w:r>
          </w:p>
        </w:tc>
        <w:tc>
          <w:tcPr>
            <w:tcW w:w="2397" w:type="dxa"/>
          </w:tcPr>
          <w:p w14:paraId="13742335" w14:textId="04849258" w:rsidR="00CD6C5F" w:rsidRPr="00D53FF1" w:rsidRDefault="00CD6C5F" w:rsidP="00CD3E13">
            <w:pPr>
              <w:pStyle w:val="TableText"/>
            </w:pPr>
            <w:r>
              <w:t>255.255.255.0</w:t>
            </w:r>
          </w:p>
        </w:tc>
      </w:tr>
      <w:tr w:rsidR="00CD6C5F" w14:paraId="5A12D149" w14:textId="77777777" w:rsidTr="00CD3E13">
        <w:tc>
          <w:tcPr>
            <w:tcW w:w="2403" w:type="dxa"/>
          </w:tcPr>
          <w:p w14:paraId="0993D9CF" w14:textId="0A9F6A20" w:rsidR="00CD6C5F" w:rsidRDefault="00CD6C5F" w:rsidP="00CD3E13">
            <w:pPr>
              <w:pStyle w:val="TableText"/>
            </w:pPr>
            <w:r>
              <w:t>S2</w:t>
            </w:r>
          </w:p>
        </w:tc>
        <w:tc>
          <w:tcPr>
            <w:tcW w:w="2498" w:type="dxa"/>
          </w:tcPr>
          <w:p w14:paraId="08178B35" w14:textId="345B058D" w:rsidR="00CD6C5F" w:rsidRDefault="00CD6C5F" w:rsidP="00CD3E13">
            <w:pPr>
              <w:pStyle w:val="TableText"/>
            </w:pPr>
            <w:r>
              <w:t>VLAN 1</w:t>
            </w:r>
          </w:p>
        </w:tc>
        <w:tc>
          <w:tcPr>
            <w:tcW w:w="2782" w:type="dxa"/>
          </w:tcPr>
          <w:p w14:paraId="0A441BCA" w14:textId="0BCE00F2" w:rsidR="00CD6C5F" w:rsidRDefault="00CD6C5F" w:rsidP="00CD3E13">
            <w:pPr>
              <w:pStyle w:val="TableText"/>
            </w:pPr>
            <w:r>
              <w:t>10.0.2.2</w:t>
            </w:r>
          </w:p>
        </w:tc>
        <w:tc>
          <w:tcPr>
            <w:tcW w:w="2397" w:type="dxa"/>
          </w:tcPr>
          <w:p w14:paraId="71EADC50" w14:textId="4CC8B517" w:rsidR="00CD6C5F" w:rsidRDefault="00CD6C5F" w:rsidP="00CD3E13">
            <w:pPr>
              <w:pStyle w:val="TableText"/>
            </w:pPr>
            <w:r>
              <w:t>255.255.255.0</w:t>
            </w:r>
          </w:p>
        </w:tc>
      </w:tr>
      <w:tr w:rsidR="00A91468" w14:paraId="62C5F570" w14:textId="77777777" w:rsidTr="00CD3E13">
        <w:tc>
          <w:tcPr>
            <w:tcW w:w="2403" w:type="dxa"/>
          </w:tcPr>
          <w:p w14:paraId="5D2C0940" w14:textId="10FEDCC4" w:rsidR="00A91468" w:rsidRDefault="00A91468" w:rsidP="00CD3E13">
            <w:pPr>
              <w:pStyle w:val="TableText"/>
            </w:pPr>
            <w:r>
              <w:t>NTP Server</w:t>
            </w:r>
          </w:p>
        </w:tc>
        <w:tc>
          <w:tcPr>
            <w:tcW w:w="2498" w:type="dxa"/>
          </w:tcPr>
          <w:p w14:paraId="7D6BCF09" w14:textId="6D8A02BF" w:rsidR="00A91468" w:rsidRDefault="00A91468" w:rsidP="00CD3E13">
            <w:pPr>
              <w:pStyle w:val="TableText"/>
            </w:pPr>
            <w:r>
              <w:t>NIC</w:t>
            </w:r>
          </w:p>
        </w:tc>
        <w:tc>
          <w:tcPr>
            <w:tcW w:w="2782" w:type="dxa"/>
          </w:tcPr>
          <w:p w14:paraId="2BF296F7" w14:textId="6043BE59" w:rsidR="00A91468" w:rsidRDefault="00A91468" w:rsidP="00CD3E13">
            <w:pPr>
              <w:pStyle w:val="TableText"/>
            </w:pPr>
            <w:r>
              <w:t>64.103.224.2</w:t>
            </w:r>
          </w:p>
        </w:tc>
        <w:tc>
          <w:tcPr>
            <w:tcW w:w="2397" w:type="dxa"/>
          </w:tcPr>
          <w:p w14:paraId="14963D9A" w14:textId="352027C9" w:rsidR="00A91468" w:rsidRDefault="00A91468" w:rsidP="00CD3E13">
            <w:pPr>
              <w:pStyle w:val="TableText"/>
            </w:pPr>
            <w:r>
              <w:t>255.255.255.252</w:t>
            </w:r>
          </w:p>
        </w:tc>
      </w:tr>
      <w:tr w:rsidR="00CD6C5F" w14:paraId="1E954D84" w14:textId="77777777" w:rsidTr="00CD3E13">
        <w:tc>
          <w:tcPr>
            <w:tcW w:w="2403" w:type="dxa"/>
          </w:tcPr>
          <w:p w14:paraId="6F6B2B63" w14:textId="75CB92FE" w:rsidR="00CD6C5F" w:rsidRDefault="00A91468" w:rsidP="00CD3E13">
            <w:pPr>
              <w:pStyle w:val="TableText"/>
            </w:pPr>
            <w:r>
              <w:t>Syslog Sever</w:t>
            </w:r>
          </w:p>
        </w:tc>
        <w:tc>
          <w:tcPr>
            <w:tcW w:w="2498" w:type="dxa"/>
          </w:tcPr>
          <w:p w14:paraId="7D6C753D" w14:textId="1133A800" w:rsidR="00CD6C5F" w:rsidRDefault="00A91468" w:rsidP="00CD3E13">
            <w:pPr>
              <w:pStyle w:val="TableText"/>
            </w:pPr>
            <w:r>
              <w:t>NIC</w:t>
            </w:r>
          </w:p>
        </w:tc>
        <w:tc>
          <w:tcPr>
            <w:tcW w:w="2782" w:type="dxa"/>
          </w:tcPr>
          <w:p w14:paraId="44DAA42A" w14:textId="5978978C" w:rsidR="00CD6C5F" w:rsidRDefault="00A91468" w:rsidP="00CD3E13">
            <w:pPr>
              <w:pStyle w:val="TableText"/>
            </w:pPr>
            <w:r>
              <w:t>10.0.1.254</w:t>
            </w:r>
          </w:p>
        </w:tc>
        <w:tc>
          <w:tcPr>
            <w:tcW w:w="2397" w:type="dxa"/>
          </w:tcPr>
          <w:p w14:paraId="12D8B49B" w14:textId="630ACA45" w:rsidR="00CD6C5F" w:rsidRDefault="00A91468" w:rsidP="00CD3E13">
            <w:pPr>
              <w:pStyle w:val="TableText"/>
            </w:pPr>
            <w:r>
              <w:t>255.255.255.0</w:t>
            </w:r>
          </w:p>
        </w:tc>
      </w:tr>
    </w:tbl>
    <w:p w14:paraId="1B888275" w14:textId="77777777" w:rsidR="00CD6C5F" w:rsidRPr="00CD6C5F" w:rsidRDefault="00CD6C5F" w:rsidP="00CD6C5F">
      <w:pPr>
        <w:pStyle w:val="ConfigWindow"/>
      </w:pPr>
      <w:r w:rsidRPr="00CD6C5F">
        <w:t>Blank Line, No additional information</w:t>
      </w:r>
    </w:p>
    <w:p w14:paraId="7C4DDA33" w14:textId="3E423062" w:rsidR="00F665F0" w:rsidRPr="00CD6C5F" w:rsidRDefault="00F665F0" w:rsidP="00CD6C5F">
      <w:pPr>
        <w:pStyle w:val="Heading1"/>
        <w:spacing w:before="180"/>
      </w:pPr>
      <w:r w:rsidRPr="00CD6C5F">
        <w:t>Objectives</w:t>
      </w:r>
    </w:p>
    <w:p w14:paraId="51B8C2A6" w14:textId="77777777" w:rsidR="00F665F0" w:rsidRDefault="00F665F0" w:rsidP="00F665F0">
      <w:pPr>
        <w:pStyle w:val="BodyTextL25Bold"/>
      </w:pPr>
      <w:r>
        <w:t>Part 1: Configure Syslog Service</w:t>
      </w:r>
    </w:p>
    <w:p w14:paraId="38103857" w14:textId="77777777" w:rsidR="00F665F0" w:rsidRDefault="00F665F0" w:rsidP="00F665F0">
      <w:pPr>
        <w:pStyle w:val="BodyTextL25Bold"/>
      </w:pPr>
      <w:r>
        <w:t>Part 2: Generate Logged Events</w:t>
      </w:r>
    </w:p>
    <w:p w14:paraId="614E39DF" w14:textId="77777777" w:rsidR="00F665F0" w:rsidRPr="006E6581" w:rsidRDefault="00F665F0" w:rsidP="00F665F0">
      <w:pPr>
        <w:pStyle w:val="BodyTextL25Bold"/>
      </w:pPr>
      <w:r>
        <w:t>Part 3: Manually Set Switch Clocks</w:t>
      </w:r>
    </w:p>
    <w:p w14:paraId="110EF8CE" w14:textId="77777777" w:rsidR="00F665F0" w:rsidRDefault="00F665F0" w:rsidP="00F665F0">
      <w:pPr>
        <w:pStyle w:val="BodyTextL25Bold"/>
      </w:pPr>
      <w:r>
        <w:t>Part 4: Configure NTP Service</w:t>
      </w:r>
    </w:p>
    <w:p w14:paraId="066BB3AE" w14:textId="77777777" w:rsidR="00F665F0" w:rsidRPr="004C0909" w:rsidRDefault="00F665F0" w:rsidP="00F665F0">
      <w:pPr>
        <w:pStyle w:val="BodyTextL25Bold"/>
      </w:pPr>
      <w:r>
        <w:t>Part 5: Verify Timestamped Logs</w:t>
      </w:r>
    </w:p>
    <w:p w14:paraId="6CD8E091" w14:textId="77777777" w:rsidR="00F665F0" w:rsidRDefault="00F665F0" w:rsidP="00F665F0">
      <w:pPr>
        <w:pStyle w:val="Heading1"/>
      </w:pPr>
      <w:r>
        <w:t>Scenario</w:t>
      </w:r>
    </w:p>
    <w:p w14:paraId="572C0A05" w14:textId="29D8BD7C" w:rsidR="00F665F0" w:rsidRDefault="00F665F0" w:rsidP="00F665F0">
      <w:pPr>
        <w:pStyle w:val="BodyTextL25"/>
      </w:pPr>
      <w:r>
        <w:t xml:space="preserve">In this activity, </w:t>
      </w:r>
      <w:r w:rsidR="003B15CE">
        <w:t>you will configure secure remote access for the router. Y</w:t>
      </w:r>
      <w:r>
        <w:t xml:space="preserve">ou will </w:t>
      </w:r>
      <w:r w:rsidR="00417872">
        <w:t xml:space="preserve">remote access the devices to </w:t>
      </w:r>
      <w:r>
        <w:t xml:space="preserve">enable and use the Syslog service and the NTP service so that the network administrator is </w:t>
      </w:r>
      <w:r>
        <w:rPr>
          <w:rFonts w:cs="Arial"/>
          <w:color w:val="000000"/>
          <w:szCs w:val="20"/>
        </w:rPr>
        <w:t>able to monitor the network more effectively</w:t>
      </w:r>
      <w:r>
        <w:t>.</w:t>
      </w:r>
    </w:p>
    <w:p w14:paraId="7F8890C3" w14:textId="77777777" w:rsidR="00F665F0" w:rsidRDefault="00F665F0" w:rsidP="00F665F0">
      <w:pPr>
        <w:pStyle w:val="Heading1"/>
      </w:pPr>
      <w:r>
        <w:t>Instructions</w:t>
      </w:r>
    </w:p>
    <w:p w14:paraId="774E9D6E" w14:textId="5D62BCE9" w:rsidR="00D76C4D" w:rsidRDefault="00D76C4D" w:rsidP="00D76C4D">
      <w:pPr>
        <w:pStyle w:val="Heading2"/>
      </w:pPr>
      <w:r>
        <w:t xml:space="preserve">Configure </w:t>
      </w:r>
      <w:r w:rsidR="00BC009E">
        <w:t>Remote Access</w:t>
      </w:r>
    </w:p>
    <w:p w14:paraId="20E2ABFB" w14:textId="41D44E99" w:rsidR="00BC009E" w:rsidRPr="00D857FF" w:rsidRDefault="00BC009E" w:rsidP="00BC009E">
      <w:pPr>
        <w:pStyle w:val="BodyTextL25"/>
        <w:rPr>
          <w:b/>
          <w:bCs/>
        </w:rPr>
      </w:pPr>
      <w:r>
        <w:t xml:space="preserve">In this part, you will access the router </w:t>
      </w:r>
      <w:r w:rsidRPr="009F5CB6">
        <w:rPr>
          <w:b/>
          <w:bCs/>
        </w:rPr>
        <w:t>R1</w:t>
      </w:r>
      <w:r>
        <w:t xml:space="preserve"> via the console port to configure secure remote access SSH. The privileged EXEC password for all the network devices is </w:t>
      </w:r>
      <w:r>
        <w:rPr>
          <w:b/>
          <w:bCs/>
        </w:rPr>
        <w:t>cisco12345</w:t>
      </w:r>
      <w:r w:rsidRPr="00D857FF">
        <w:t>.</w:t>
      </w:r>
    </w:p>
    <w:p w14:paraId="2B9A730C" w14:textId="0E477D77" w:rsidR="00D76C4D" w:rsidRDefault="00D76C4D" w:rsidP="00D76C4D">
      <w:pPr>
        <w:pStyle w:val="Heading3"/>
      </w:pPr>
      <w:r>
        <w:t>Configure SSH on R1</w:t>
      </w:r>
      <w:r w:rsidR="003A1B99">
        <w:t>.</w:t>
      </w:r>
    </w:p>
    <w:p w14:paraId="5CE64B02" w14:textId="0CB686D6" w:rsidR="009F5CB6" w:rsidRDefault="00BC009E" w:rsidP="00D76C4D">
      <w:pPr>
        <w:pStyle w:val="SubStepAlpha"/>
      </w:pPr>
      <w:r>
        <w:t xml:space="preserve">From the Admin PC, </w:t>
      </w:r>
      <w:r w:rsidR="009F5CB6">
        <w:t xml:space="preserve">click </w:t>
      </w:r>
      <w:r w:rsidR="009F5CB6">
        <w:rPr>
          <w:b/>
          <w:bCs/>
        </w:rPr>
        <w:t>Terminal</w:t>
      </w:r>
      <w:r w:rsidR="009F5CB6">
        <w:t xml:space="preserve"> within the </w:t>
      </w:r>
      <w:r w:rsidR="009F5CB6">
        <w:rPr>
          <w:b/>
          <w:bCs/>
        </w:rPr>
        <w:t>Desktop</w:t>
      </w:r>
      <w:r w:rsidR="009F5CB6">
        <w:t xml:space="preserve"> tab. Click </w:t>
      </w:r>
      <w:r w:rsidR="009F5CB6">
        <w:rPr>
          <w:b/>
          <w:bCs/>
        </w:rPr>
        <w:t>OK</w:t>
      </w:r>
      <w:r w:rsidR="009F5CB6">
        <w:t xml:space="preserve"> to access router </w:t>
      </w:r>
      <w:r w:rsidR="009F5CB6" w:rsidRPr="009F5CB6">
        <w:rPr>
          <w:b/>
          <w:bCs/>
        </w:rPr>
        <w:t>R1</w:t>
      </w:r>
      <w:r w:rsidR="009F5CB6">
        <w:t>.</w:t>
      </w:r>
    </w:p>
    <w:p w14:paraId="5E6ABAB3" w14:textId="6AFF3D79" w:rsidR="00D76C4D" w:rsidRDefault="00D76C4D" w:rsidP="00D76C4D">
      <w:pPr>
        <w:pStyle w:val="SubStepAlpha"/>
      </w:pPr>
      <w:r>
        <w:t xml:space="preserve">Set </w:t>
      </w:r>
      <w:r w:rsidR="00BC009E">
        <w:t xml:space="preserve">a domain name of your choice </w:t>
      </w:r>
      <w:r>
        <w:t>on R1.</w:t>
      </w:r>
    </w:p>
    <w:p w14:paraId="3B4A44AB" w14:textId="4623F61C" w:rsidR="00D76C4D" w:rsidRDefault="00AD3B22" w:rsidP="00D76C4D">
      <w:pPr>
        <w:pStyle w:val="SubStepAlpha"/>
      </w:pPr>
      <w:r>
        <w:t xml:space="preserve">Create a user of your </w:t>
      </w:r>
      <w:r w:rsidR="002E605B">
        <w:t>choice</w:t>
      </w:r>
      <w:r>
        <w:t xml:space="preserve"> with a strong encrypted password.</w:t>
      </w:r>
    </w:p>
    <w:p w14:paraId="0257F69B" w14:textId="602E7EAA" w:rsidR="00AD3B22" w:rsidRDefault="00AD3B22" w:rsidP="00D76C4D">
      <w:pPr>
        <w:pStyle w:val="SubStepAlpha"/>
      </w:pPr>
      <w:r>
        <w:t>Generate 1024-bit RSA key</w:t>
      </w:r>
      <w:r w:rsidR="00897B20">
        <w:t>s</w:t>
      </w:r>
      <w:r>
        <w:t>.</w:t>
      </w:r>
    </w:p>
    <w:p w14:paraId="1EAE803F" w14:textId="1C023EED" w:rsidR="00AD3B22" w:rsidRDefault="00AD3B22" w:rsidP="00D76C4D">
      <w:pPr>
        <w:pStyle w:val="SubStepAlpha"/>
      </w:pPr>
      <w:r>
        <w:t xml:space="preserve">Configure all </w:t>
      </w:r>
      <w:proofErr w:type="spellStart"/>
      <w:r>
        <w:t>vty</w:t>
      </w:r>
      <w:proofErr w:type="spellEnd"/>
      <w:r>
        <w:t xml:space="preserve"> lines for SSH access and use the local user profiles for authentication.</w:t>
      </w:r>
    </w:p>
    <w:p w14:paraId="1D34BA94" w14:textId="0690F113" w:rsidR="00AD3B22" w:rsidRDefault="00AD3B22" w:rsidP="00D76C4D">
      <w:pPr>
        <w:pStyle w:val="SubStepAlpha"/>
      </w:pPr>
      <w:r>
        <w:t xml:space="preserve">Set the EXEC mode timeout to 5 minutes on the </w:t>
      </w:r>
      <w:proofErr w:type="spellStart"/>
      <w:r>
        <w:t>vty</w:t>
      </w:r>
      <w:proofErr w:type="spellEnd"/>
      <w:r>
        <w:t xml:space="preserve"> lines.</w:t>
      </w:r>
    </w:p>
    <w:p w14:paraId="3571C4DD" w14:textId="7D1440D8" w:rsidR="003A1B99" w:rsidRDefault="003A1B99" w:rsidP="003A1B99">
      <w:pPr>
        <w:pStyle w:val="SubStepAlpha"/>
      </w:pPr>
      <w:r w:rsidRPr="005D7566">
        <w:t xml:space="preserve">Block anyone for </w:t>
      </w:r>
      <w:r w:rsidR="00991574">
        <w:t>five</w:t>
      </w:r>
      <w:r w:rsidRPr="005D7566">
        <w:t xml:space="preserve"> minutes who fails to log in after four attempts within a two-minute period.</w:t>
      </w:r>
    </w:p>
    <w:p w14:paraId="5A126B32" w14:textId="1234F46C" w:rsidR="00354745" w:rsidRDefault="00354745" w:rsidP="00354745">
      <w:pPr>
        <w:pStyle w:val="Heading3"/>
      </w:pPr>
      <w:r>
        <w:t>Verify SSH access.</w:t>
      </w:r>
    </w:p>
    <w:p w14:paraId="1491934D" w14:textId="6CEBF519" w:rsidR="00A144EA" w:rsidRPr="00A144EA" w:rsidRDefault="00A144EA" w:rsidP="00A144EA">
      <w:pPr>
        <w:pStyle w:val="BodyTextL25"/>
      </w:pPr>
      <w:r>
        <w:t xml:space="preserve">In this step, you will establish an SSH session to the network devices. </w:t>
      </w:r>
    </w:p>
    <w:p w14:paraId="10856373" w14:textId="77777777" w:rsidR="00354745" w:rsidRDefault="00354745" w:rsidP="00354745">
      <w:pPr>
        <w:pStyle w:val="SubStepAlpha"/>
      </w:pPr>
      <w:r>
        <w:t xml:space="preserve">From the command prompt of another laptop or PC, access S1 via SSH using the username </w:t>
      </w:r>
      <w:proofErr w:type="spellStart"/>
      <w:r w:rsidRPr="00354745">
        <w:rPr>
          <w:b/>
          <w:bCs/>
        </w:rPr>
        <w:t>SSHuser</w:t>
      </w:r>
      <w:proofErr w:type="spellEnd"/>
      <w:r>
        <w:rPr>
          <w:b/>
          <w:bCs/>
        </w:rPr>
        <w:t xml:space="preserve"> </w:t>
      </w:r>
      <w:r w:rsidRPr="00354745">
        <w:t xml:space="preserve">and password </w:t>
      </w:r>
      <w:proofErr w:type="spellStart"/>
      <w:r>
        <w:rPr>
          <w:b/>
          <w:bCs/>
        </w:rPr>
        <w:t>SSHuserpass</w:t>
      </w:r>
      <w:proofErr w:type="spellEnd"/>
      <w:r w:rsidRPr="00354745">
        <w:t>.</w:t>
      </w:r>
    </w:p>
    <w:p w14:paraId="6844E6A0" w14:textId="057577F3" w:rsidR="00354745" w:rsidRPr="00354745" w:rsidRDefault="00354745" w:rsidP="00354745">
      <w:pPr>
        <w:pStyle w:val="CMD"/>
      </w:pPr>
      <w:r>
        <w:t xml:space="preserve">C:/&gt; </w:t>
      </w:r>
      <w:proofErr w:type="spellStart"/>
      <w:r w:rsidRPr="00354745">
        <w:rPr>
          <w:b/>
          <w:bCs/>
        </w:rPr>
        <w:t>ssh</w:t>
      </w:r>
      <w:proofErr w:type="spellEnd"/>
      <w:r w:rsidRPr="00354745">
        <w:rPr>
          <w:b/>
          <w:bCs/>
        </w:rPr>
        <w:t xml:space="preserve"> -l </w:t>
      </w:r>
      <w:proofErr w:type="spellStart"/>
      <w:r w:rsidRPr="00354745">
        <w:rPr>
          <w:b/>
          <w:bCs/>
        </w:rPr>
        <w:t>SSHuser</w:t>
      </w:r>
      <w:proofErr w:type="spellEnd"/>
      <w:r w:rsidRPr="00354745">
        <w:rPr>
          <w:b/>
          <w:bCs/>
        </w:rPr>
        <w:t xml:space="preserve"> 10.0.1.2</w:t>
      </w:r>
    </w:p>
    <w:p w14:paraId="0944D747" w14:textId="69EE39AB" w:rsidR="00354745" w:rsidRDefault="00D857FF" w:rsidP="00354745">
      <w:pPr>
        <w:pStyle w:val="SubStepAlpha"/>
      </w:pPr>
      <w:r>
        <w:t>Repeat and access</w:t>
      </w:r>
      <w:r w:rsidR="00354745">
        <w:t xml:space="preserve"> S2 (10.0.2.2)</w:t>
      </w:r>
      <w:r>
        <w:t xml:space="preserve"> via SSH using the credentials </w:t>
      </w:r>
      <w:proofErr w:type="spellStart"/>
      <w:r>
        <w:rPr>
          <w:b/>
          <w:bCs/>
        </w:rPr>
        <w:t>SSHuser</w:t>
      </w:r>
      <w:proofErr w:type="spellEnd"/>
      <w:r>
        <w:t xml:space="preserve"> / </w:t>
      </w:r>
      <w:proofErr w:type="spellStart"/>
      <w:r w:rsidRPr="00D857FF">
        <w:rPr>
          <w:b/>
          <w:bCs/>
        </w:rPr>
        <w:t>SSHuserpass</w:t>
      </w:r>
      <w:proofErr w:type="spellEnd"/>
      <w:r>
        <w:t>.</w:t>
      </w:r>
    </w:p>
    <w:p w14:paraId="3B764F35" w14:textId="3326B8A5" w:rsidR="00354745" w:rsidRDefault="00354745" w:rsidP="00354745">
      <w:pPr>
        <w:pStyle w:val="SubStepAlpha"/>
      </w:pPr>
      <w:r>
        <w:t>From the command prompt of a laptop or PC, access R1 via SSH using the user account configured in the previous step.</w:t>
      </w:r>
    </w:p>
    <w:p w14:paraId="6F864F74" w14:textId="084935E6" w:rsidR="00A144EA" w:rsidRDefault="00A144EA" w:rsidP="00354745">
      <w:pPr>
        <w:pStyle w:val="SubStepAlpha"/>
      </w:pPr>
      <w:r>
        <w:t>Leave all the established SSH session</w:t>
      </w:r>
      <w:r w:rsidR="00CD6C5F">
        <w:t>s</w:t>
      </w:r>
      <w:r>
        <w:t xml:space="preserve"> open for NTP and Syslog con</w:t>
      </w:r>
      <w:r w:rsidR="00CD6C5F">
        <w:t>figurations.</w:t>
      </w:r>
    </w:p>
    <w:p w14:paraId="4F8938A8" w14:textId="135A0543" w:rsidR="00F665F0" w:rsidRPr="004C0909" w:rsidRDefault="00F665F0" w:rsidP="00F665F0">
      <w:pPr>
        <w:pStyle w:val="Heading2"/>
      </w:pPr>
      <w:r>
        <w:t>Configure Syslog Service</w:t>
      </w:r>
    </w:p>
    <w:p w14:paraId="5E4F72E0" w14:textId="77777777" w:rsidR="00F665F0" w:rsidRDefault="00F665F0" w:rsidP="00F665F0">
      <w:pPr>
        <w:pStyle w:val="Heading3"/>
      </w:pPr>
      <w:r>
        <w:t>Enable the Syslog service.</w:t>
      </w:r>
    </w:p>
    <w:p w14:paraId="28F6E028" w14:textId="77777777" w:rsidR="00F665F0" w:rsidRDefault="00F665F0" w:rsidP="00D76C4D">
      <w:pPr>
        <w:pStyle w:val="SubStepAlpha"/>
      </w:pPr>
      <w:r>
        <w:t xml:space="preserve">Click </w:t>
      </w:r>
      <w:r>
        <w:rPr>
          <w:b/>
        </w:rPr>
        <w:t>Syslog</w:t>
      </w:r>
      <w:r>
        <w:t>, t</w:t>
      </w:r>
      <w:r w:rsidRPr="00D76C4D">
        <w:t>h</w:t>
      </w:r>
      <w:r>
        <w:t xml:space="preserve">en </w:t>
      </w:r>
      <w:r>
        <w:rPr>
          <w:b/>
        </w:rPr>
        <w:t xml:space="preserve">Services </w:t>
      </w:r>
      <w:r>
        <w:t>tab.</w:t>
      </w:r>
    </w:p>
    <w:p w14:paraId="22021DC6" w14:textId="77777777" w:rsidR="00F665F0" w:rsidRDefault="00F665F0" w:rsidP="00D76C4D">
      <w:pPr>
        <w:pStyle w:val="SubStepAlpha"/>
      </w:pPr>
      <w:r>
        <w:t xml:space="preserve">Turn the </w:t>
      </w:r>
      <w:r w:rsidRPr="00C17D9C">
        <w:rPr>
          <w:b/>
        </w:rPr>
        <w:t>Syslog</w:t>
      </w:r>
      <w:r>
        <w:t xml:space="preserve"> service on and move the window so you can monitor activity.</w:t>
      </w:r>
    </w:p>
    <w:p w14:paraId="463CF418" w14:textId="77777777" w:rsidR="00F665F0" w:rsidRDefault="00F665F0" w:rsidP="00F665F0">
      <w:pPr>
        <w:pStyle w:val="Heading3"/>
      </w:pPr>
      <w:r>
        <w:t>Configure the intermediary devices to use the Syslog service.</w:t>
      </w:r>
    </w:p>
    <w:p w14:paraId="2B6D1B48" w14:textId="66C76F5D" w:rsidR="00F665F0" w:rsidRDefault="008A513D" w:rsidP="00D76C4D">
      <w:pPr>
        <w:pStyle w:val="SubStepAlpha"/>
      </w:pPr>
      <w:r>
        <w:t>From the remote SSH session, c</w:t>
      </w:r>
      <w:r w:rsidR="00F665F0">
        <w:t xml:space="preserve">onfigure </w:t>
      </w:r>
      <w:r w:rsidR="00F665F0" w:rsidRPr="00C0289B">
        <w:rPr>
          <w:b/>
        </w:rPr>
        <w:t>R1</w:t>
      </w:r>
      <w:r w:rsidR="00F665F0">
        <w:t xml:space="preserve"> to send lo</w:t>
      </w:r>
      <w:r w:rsidR="00F665F0" w:rsidRPr="00D76C4D">
        <w:t>g ev</w:t>
      </w:r>
      <w:r w:rsidR="00F665F0">
        <w:t xml:space="preserve">ents to the </w:t>
      </w:r>
      <w:r w:rsidR="00F665F0">
        <w:rPr>
          <w:b/>
        </w:rPr>
        <w:t>Sysl</w:t>
      </w:r>
      <w:r w:rsidR="00F665F0" w:rsidRPr="00C0289B">
        <w:rPr>
          <w:b/>
        </w:rPr>
        <w:t>og</w:t>
      </w:r>
      <w:r w:rsidR="00F665F0">
        <w:t xml:space="preserve"> server.</w:t>
      </w:r>
    </w:p>
    <w:p w14:paraId="13BC557A" w14:textId="77777777" w:rsidR="00F665F0" w:rsidRPr="009C3569" w:rsidRDefault="00F665F0" w:rsidP="00F665F0">
      <w:pPr>
        <w:pStyle w:val="CMD"/>
      </w:pPr>
      <w:r w:rsidRPr="009C3569">
        <w:t xml:space="preserve">R1(config)# </w:t>
      </w:r>
      <w:r w:rsidRPr="00C10410">
        <w:rPr>
          <w:b/>
        </w:rPr>
        <w:t>logging 10.0.1.254</w:t>
      </w:r>
    </w:p>
    <w:p w14:paraId="3B27E543" w14:textId="4A56B7ED" w:rsidR="00F665F0" w:rsidRDefault="008A513D" w:rsidP="00D76C4D">
      <w:pPr>
        <w:pStyle w:val="SubStepAlpha"/>
      </w:pPr>
      <w:r>
        <w:t>From the remote SSH session, c</w:t>
      </w:r>
      <w:r w:rsidR="00F665F0">
        <w:t xml:space="preserve">onfigure </w:t>
      </w:r>
      <w:r w:rsidR="00F665F0">
        <w:rPr>
          <w:b/>
        </w:rPr>
        <w:t>S</w:t>
      </w:r>
      <w:r w:rsidR="00F665F0" w:rsidRPr="00C0289B">
        <w:rPr>
          <w:b/>
        </w:rPr>
        <w:t>1</w:t>
      </w:r>
      <w:r w:rsidR="00F665F0">
        <w:t xml:space="preserve"> to send log events to the </w:t>
      </w:r>
      <w:r w:rsidR="00F665F0">
        <w:rPr>
          <w:b/>
        </w:rPr>
        <w:t>Sysl</w:t>
      </w:r>
      <w:r w:rsidR="00F665F0" w:rsidRPr="00C0289B">
        <w:rPr>
          <w:b/>
        </w:rPr>
        <w:t>og</w:t>
      </w:r>
      <w:r w:rsidR="00F665F0">
        <w:t xml:space="preserve"> server.</w:t>
      </w:r>
    </w:p>
    <w:p w14:paraId="1B6C42B1" w14:textId="14B8CCC3" w:rsidR="00F665F0" w:rsidRDefault="008A513D" w:rsidP="00D76C4D">
      <w:pPr>
        <w:pStyle w:val="SubStepAlpha"/>
      </w:pPr>
      <w:r>
        <w:t>From the remote SSH session, c</w:t>
      </w:r>
      <w:r w:rsidR="00F665F0">
        <w:t xml:space="preserve">onfigure </w:t>
      </w:r>
      <w:r w:rsidR="00F665F0">
        <w:rPr>
          <w:b/>
        </w:rPr>
        <w:t>S2</w:t>
      </w:r>
      <w:r w:rsidR="00F665F0">
        <w:t xml:space="preserve"> to send log events to the </w:t>
      </w:r>
      <w:r w:rsidR="00F665F0">
        <w:rPr>
          <w:b/>
        </w:rPr>
        <w:t>Sysl</w:t>
      </w:r>
      <w:r w:rsidR="00F665F0" w:rsidRPr="00C0289B">
        <w:rPr>
          <w:b/>
        </w:rPr>
        <w:t>og</w:t>
      </w:r>
      <w:r w:rsidR="00F665F0">
        <w:t xml:space="preserve"> server.</w:t>
      </w:r>
    </w:p>
    <w:p w14:paraId="0234B5F2" w14:textId="77777777" w:rsidR="00F665F0" w:rsidRPr="00A60146" w:rsidRDefault="00F665F0" w:rsidP="00F665F0">
      <w:pPr>
        <w:pStyle w:val="Heading2"/>
      </w:pPr>
      <w:r>
        <w:t>Generate Logged Events</w:t>
      </w:r>
    </w:p>
    <w:p w14:paraId="3B34B64B" w14:textId="77777777" w:rsidR="00F665F0" w:rsidRPr="00C07FD9" w:rsidRDefault="00F665F0" w:rsidP="00F665F0">
      <w:pPr>
        <w:pStyle w:val="Heading3"/>
      </w:pPr>
      <w:r>
        <w:t>Change the status of interfaces to create event logs.</w:t>
      </w:r>
    </w:p>
    <w:p w14:paraId="7042299F" w14:textId="5A29A23A" w:rsidR="00F665F0" w:rsidRDefault="0014251F" w:rsidP="004E2DC5">
      <w:pPr>
        <w:pStyle w:val="SubStepAlpha"/>
      </w:pPr>
      <w:r>
        <w:t>Within the established SSH session, c</w:t>
      </w:r>
      <w:r w:rsidR="00F665F0">
        <w:t xml:space="preserve">onfigure a </w:t>
      </w:r>
      <w:r w:rsidR="00F665F0" w:rsidRPr="00B36F98">
        <w:t>Loopback 0</w:t>
      </w:r>
      <w:r w:rsidR="00F665F0">
        <w:t xml:space="preserve"> interface on </w:t>
      </w:r>
      <w:r w:rsidR="00F665F0" w:rsidRPr="00C0289B">
        <w:rPr>
          <w:b/>
        </w:rPr>
        <w:t>R1</w:t>
      </w:r>
      <w:r w:rsidR="00F665F0">
        <w:rPr>
          <w:b/>
        </w:rPr>
        <w:t xml:space="preserve"> </w:t>
      </w:r>
      <w:r w:rsidR="00F665F0">
        <w:t>then disable it.</w:t>
      </w:r>
    </w:p>
    <w:p w14:paraId="4FE88271" w14:textId="77777777" w:rsidR="00F665F0" w:rsidRDefault="00F665F0" w:rsidP="004E2DC5">
      <w:pPr>
        <w:pStyle w:val="SubStepAlpha"/>
      </w:pPr>
      <w:r>
        <w:t xml:space="preserve">Turn off </w:t>
      </w:r>
      <w:r w:rsidRPr="002A4D0B">
        <w:rPr>
          <w:b/>
        </w:rPr>
        <w:t>PC1</w:t>
      </w:r>
      <w:r>
        <w:t xml:space="preserve"> and </w:t>
      </w:r>
      <w:r w:rsidRPr="002A4D0B">
        <w:rPr>
          <w:b/>
        </w:rPr>
        <w:t>PC2</w:t>
      </w:r>
      <w:r>
        <w:t>. Turn them on again.</w:t>
      </w:r>
    </w:p>
    <w:p w14:paraId="25E0F69A" w14:textId="77777777" w:rsidR="00F665F0" w:rsidRDefault="00F665F0" w:rsidP="00F665F0">
      <w:pPr>
        <w:pStyle w:val="Heading3"/>
      </w:pPr>
      <w:r>
        <w:t>Examine the Syslog events.</w:t>
      </w:r>
    </w:p>
    <w:p w14:paraId="53030116" w14:textId="77777777" w:rsidR="00C5180B" w:rsidRDefault="00F665F0" w:rsidP="004E2DC5">
      <w:pPr>
        <w:pStyle w:val="SubStepAlpha"/>
      </w:pPr>
      <w:r>
        <w:t>Look at the Syslog events.</w:t>
      </w:r>
    </w:p>
    <w:p w14:paraId="42614BB6" w14:textId="3ED594B3" w:rsidR="00F665F0" w:rsidRDefault="00F665F0" w:rsidP="00C5180B">
      <w:pPr>
        <w:pStyle w:val="BodyTextL50"/>
      </w:pPr>
      <w:r w:rsidRPr="00C17D9C">
        <w:rPr>
          <w:b/>
        </w:rPr>
        <w:t>Note</w:t>
      </w:r>
      <w:r>
        <w:t>: All the events have been recorded; however, the time stamps are incorrect.</w:t>
      </w:r>
      <w:r w:rsidR="00A91468">
        <w:t xml:space="preserve"> You may need to click inside the cells to see the messages.</w:t>
      </w:r>
    </w:p>
    <w:p w14:paraId="29A24FD3" w14:textId="22B66854" w:rsidR="00F665F0" w:rsidRPr="002A4D0B" w:rsidRDefault="00F665F0" w:rsidP="004E2DC5">
      <w:pPr>
        <w:pStyle w:val="SubStepAlpha"/>
      </w:pPr>
      <w:r>
        <w:t>Clear the log before proceeding to the next part.</w:t>
      </w:r>
    </w:p>
    <w:p w14:paraId="52DD08CC" w14:textId="1FD216EA" w:rsidR="00F665F0" w:rsidRDefault="00F665F0" w:rsidP="00F665F0">
      <w:pPr>
        <w:pStyle w:val="Heading2"/>
      </w:pPr>
      <w:r>
        <w:t>Manually Set Switch Clocks</w:t>
      </w:r>
    </w:p>
    <w:p w14:paraId="59C5D72A" w14:textId="4610798D" w:rsidR="00A91468" w:rsidRPr="00A91468" w:rsidRDefault="00D64B27" w:rsidP="00A91468">
      <w:pPr>
        <w:pStyle w:val="BodyTextL25"/>
      </w:pPr>
      <w:r>
        <w:t>The clocks can be set manually on the routers and switches. In this part, you will set the clocks on the switches manually and configure the switches to send the timestamps with logs to the syslog server.</w:t>
      </w:r>
    </w:p>
    <w:p w14:paraId="38ADE9A5" w14:textId="11E071F4" w:rsidR="00A91468" w:rsidRDefault="00A91468" w:rsidP="00F665F0">
      <w:pPr>
        <w:pStyle w:val="Heading3"/>
      </w:pPr>
      <w:r>
        <w:t>View the date and time on the switches.</w:t>
      </w:r>
    </w:p>
    <w:p w14:paraId="6CF0F83C" w14:textId="15DC3D07" w:rsidR="00A91468" w:rsidRDefault="00A91468" w:rsidP="00D64B27">
      <w:pPr>
        <w:pStyle w:val="SubStepAlpha"/>
      </w:pPr>
      <w:r>
        <w:t>After the PCs have finished reloading, establish the SSH sessions to the network devices again as necessary.</w:t>
      </w:r>
    </w:p>
    <w:p w14:paraId="3D1DF60F" w14:textId="6DB0C18A" w:rsidR="00A91468" w:rsidRDefault="00D64B27" w:rsidP="00D64B27">
      <w:pPr>
        <w:pStyle w:val="SubStepAlpha"/>
      </w:pPr>
      <w:r>
        <w:t>View the current time set on the clock.</w:t>
      </w:r>
    </w:p>
    <w:p w14:paraId="30FDADE4" w14:textId="12CB38BD" w:rsidR="00D64B27" w:rsidRPr="00A91468" w:rsidRDefault="00D64B27" w:rsidP="00D64B27">
      <w:pPr>
        <w:pStyle w:val="CMD"/>
      </w:pPr>
      <w:r>
        <w:t xml:space="preserve">S1# </w:t>
      </w:r>
      <w:r w:rsidRPr="00D64B27">
        <w:rPr>
          <w:b/>
          <w:bCs/>
        </w:rPr>
        <w:t>show clock</w:t>
      </w:r>
    </w:p>
    <w:p w14:paraId="04A76E54" w14:textId="4ACD1510" w:rsidR="00F665F0" w:rsidRDefault="00F665F0" w:rsidP="00F665F0">
      <w:pPr>
        <w:pStyle w:val="Heading3"/>
      </w:pPr>
      <w:r>
        <w:t>Manually set the clocks on the switches.</w:t>
      </w:r>
    </w:p>
    <w:p w14:paraId="2640356E" w14:textId="1654EF48" w:rsidR="00F665F0" w:rsidRDefault="0014251F" w:rsidP="00F665F0">
      <w:pPr>
        <w:pStyle w:val="BodyTextL25"/>
      </w:pPr>
      <w:r>
        <w:t>From the established SSH session, m</w:t>
      </w:r>
      <w:r w:rsidR="00F665F0">
        <w:t xml:space="preserve">anually set the clock on </w:t>
      </w:r>
      <w:r w:rsidR="00F665F0" w:rsidRPr="002A4D0B">
        <w:rPr>
          <w:b/>
        </w:rPr>
        <w:t>S1</w:t>
      </w:r>
      <w:r w:rsidR="00F665F0">
        <w:rPr>
          <w:b/>
        </w:rPr>
        <w:t xml:space="preserve"> </w:t>
      </w:r>
      <w:r w:rsidR="00F665F0" w:rsidRPr="00342529">
        <w:t>and</w:t>
      </w:r>
      <w:r w:rsidR="00F665F0">
        <w:rPr>
          <w:b/>
        </w:rPr>
        <w:t xml:space="preserve"> S2</w:t>
      </w:r>
      <w:r w:rsidR="00F665F0">
        <w:t xml:space="preserve"> to the current date and approximate time. An example is provided.</w:t>
      </w:r>
    </w:p>
    <w:p w14:paraId="084E772F" w14:textId="77777777" w:rsidR="00F665F0" w:rsidRDefault="00F665F0" w:rsidP="00F665F0">
      <w:pPr>
        <w:pStyle w:val="CMD"/>
      </w:pPr>
      <w:r>
        <w:t xml:space="preserve">S1# </w:t>
      </w:r>
      <w:r w:rsidRPr="00D457E0">
        <w:rPr>
          <w:b/>
        </w:rPr>
        <w:t xml:space="preserve">clock set 11:47:00 July </w:t>
      </w:r>
      <w:proofErr w:type="gramStart"/>
      <w:r w:rsidRPr="00D457E0">
        <w:rPr>
          <w:b/>
        </w:rPr>
        <w:t>10</w:t>
      </w:r>
      <w:proofErr w:type="gramEnd"/>
      <w:r w:rsidRPr="00D457E0">
        <w:rPr>
          <w:b/>
        </w:rPr>
        <w:t xml:space="preserve"> 2013</w:t>
      </w:r>
    </w:p>
    <w:p w14:paraId="453EFEB8" w14:textId="77777777" w:rsidR="00F665F0" w:rsidRDefault="00F665F0" w:rsidP="00F665F0">
      <w:pPr>
        <w:pStyle w:val="Heading3"/>
      </w:pPr>
      <w:r>
        <w:t>Enable the logging timestamp service on the switches.</w:t>
      </w:r>
    </w:p>
    <w:p w14:paraId="1CBEBEF9" w14:textId="02B9DB2A" w:rsidR="00F665F0" w:rsidRDefault="00F665F0" w:rsidP="00F665F0">
      <w:pPr>
        <w:pStyle w:val="BodyTextL25"/>
      </w:pPr>
      <w:r>
        <w:t xml:space="preserve">Configure </w:t>
      </w:r>
      <w:r w:rsidRPr="003E6630">
        <w:rPr>
          <w:b/>
        </w:rPr>
        <w:t>S1</w:t>
      </w:r>
      <w:r>
        <w:t xml:space="preserve"> and </w:t>
      </w:r>
      <w:r>
        <w:rPr>
          <w:b/>
        </w:rPr>
        <w:t xml:space="preserve">S2 </w:t>
      </w:r>
      <w:r>
        <w:t xml:space="preserve">to send its timestamp with logs it sends to the </w:t>
      </w:r>
      <w:r w:rsidRPr="003E6630">
        <w:rPr>
          <w:b/>
        </w:rPr>
        <w:t>Syslog</w:t>
      </w:r>
      <w:r>
        <w:t xml:space="preserve"> server</w:t>
      </w:r>
      <w:r w:rsidR="0014251F">
        <w:t xml:space="preserve"> via the established SSH session.</w:t>
      </w:r>
    </w:p>
    <w:p w14:paraId="5CB12009" w14:textId="77777777" w:rsidR="00F665F0" w:rsidRDefault="00F665F0" w:rsidP="00F665F0">
      <w:pPr>
        <w:pStyle w:val="CMD"/>
      </w:pPr>
      <w:r w:rsidRPr="003E6630">
        <w:t>S1(config)#</w:t>
      </w:r>
      <w:r>
        <w:t xml:space="preserve"> </w:t>
      </w:r>
      <w:r w:rsidRPr="00C10410">
        <w:rPr>
          <w:b/>
        </w:rPr>
        <w:t>service timestamps log datetime msec</w:t>
      </w:r>
    </w:p>
    <w:p w14:paraId="789FD245" w14:textId="77777777" w:rsidR="00F665F0" w:rsidRPr="004C0909" w:rsidRDefault="00F665F0" w:rsidP="00F665F0">
      <w:pPr>
        <w:pStyle w:val="Heading2"/>
      </w:pPr>
      <w:r>
        <w:t>Configure NTP Service</w:t>
      </w:r>
    </w:p>
    <w:p w14:paraId="26529116" w14:textId="77777777" w:rsidR="00F665F0" w:rsidRDefault="00F665F0" w:rsidP="00F665F0">
      <w:pPr>
        <w:pStyle w:val="Heading3"/>
      </w:pPr>
      <w:r>
        <w:t>Enable the NTP service.</w:t>
      </w:r>
    </w:p>
    <w:p w14:paraId="4894C1BF" w14:textId="3B6153A1" w:rsidR="00F665F0" w:rsidRDefault="00F665F0" w:rsidP="00F665F0">
      <w:pPr>
        <w:pStyle w:val="BodyTextL25"/>
      </w:pPr>
      <w:r>
        <w:t xml:space="preserve">In this activity, we are assuming that the NTP service is being hosted on a public </w:t>
      </w:r>
      <w:r w:rsidR="00A91468">
        <w:t>i</w:t>
      </w:r>
      <w:r>
        <w:t>nternet server. If the NTP server was private, authentication could also be used.</w:t>
      </w:r>
    </w:p>
    <w:p w14:paraId="0DD9A48A" w14:textId="77777777" w:rsidR="00F665F0" w:rsidRPr="0086759C" w:rsidRDefault="00F665F0" w:rsidP="0086759C">
      <w:pPr>
        <w:pStyle w:val="SubStepAlpha"/>
      </w:pPr>
      <w:r>
        <w:t>O</w:t>
      </w:r>
      <w:r w:rsidRPr="0086759C">
        <w:t xml:space="preserve">pen </w:t>
      </w:r>
      <w:r>
        <w:t xml:space="preserve">the </w:t>
      </w:r>
      <w:r>
        <w:rPr>
          <w:b/>
        </w:rPr>
        <w:t>Services</w:t>
      </w:r>
      <w:r>
        <w:t xml:space="preserve"> tab of the </w:t>
      </w:r>
      <w:r>
        <w:rPr>
          <w:b/>
        </w:rPr>
        <w:t>NTP</w:t>
      </w:r>
      <w:r>
        <w:t xml:space="preserve"> server.</w:t>
      </w:r>
    </w:p>
    <w:p w14:paraId="718A080A" w14:textId="77777777" w:rsidR="00F665F0" w:rsidRPr="0086759C" w:rsidRDefault="00F665F0" w:rsidP="0086759C">
      <w:pPr>
        <w:pStyle w:val="SubStepAlpha"/>
      </w:pPr>
      <w:r>
        <w:t>Turn the NTP service</w:t>
      </w:r>
      <w:r w:rsidRPr="0086759C">
        <w:t xml:space="preserve"> on and note</w:t>
      </w:r>
      <w:r>
        <w:t xml:space="preserve"> the date and time that is displayed.</w:t>
      </w:r>
    </w:p>
    <w:p w14:paraId="57635387" w14:textId="77777777" w:rsidR="00F665F0" w:rsidRDefault="00F665F0" w:rsidP="00F665F0">
      <w:pPr>
        <w:pStyle w:val="Heading3"/>
      </w:pPr>
      <w:r>
        <w:t>Automatically set the clock on the router.</w:t>
      </w:r>
    </w:p>
    <w:p w14:paraId="18885177" w14:textId="77777777" w:rsidR="00F665F0" w:rsidRDefault="00F665F0" w:rsidP="00F665F0">
      <w:pPr>
        <w:pStyle w:val="BodyTextL25"/>
      </w:pPr>
      <w:r>
        <w:t xml:space="preserve">Set the clock on </w:t>
      </w:r>
      <w:r>
        <w:rPr>
          <w:b/>
        </w:rPr>
        <w:t>R</w:t>
      </w:r>
      <w:r w:rsidRPr="002A4D0B">
        <w:rPr>
          <w:b/>
        </w:rPr>
        <w:t>1</w:t>
      </w:r>
      <w:r>
        <w:t xml:space="preserve"> to the date and time according to the NTP server.</w:t>
      </w:r>
    </w:p>
    <w:p w14:paraId="40A9F987" w14:textId="77777777" w:rsidR="00F665F0" w:rsidRDefault="00F665F0" w:rsidP="00F665F0">
      <w:pPr>
        <w:pStyle w:val="CMDOutput"/>
      </w:pPr>
      <w:r w:rsidRPr="003E6630">
        <w:t>R1(config)#</w:t>
      </w:r>
      <w:r>
        <w:t xml:space="preserve"> </w:t>
      </w:r>
      <w:proofErr w:type="spellStart"/>
      <w:r w:rsidRPr="00C10410">
        <w:rPr>
          <w:b/>
        </w:rPr>
        <w:t>ntp</w:t>
      </w:r>
      <w:proofErr w:type="spellEnd"/>
      <w:r w:rsidRPr="00C10410">
        <w:rPr>
          <w:b/>
        </w:rPr>
        <w:t xml:space="preserve"> server 64.103.224.2</w:t>
      </w:r>
    </w:p>
    <w:p w14:paraId="53D68BD4" w14:textId="77777777" w:rsidR="00F665F0" w:rsidRDefault="00F665F0" w:rsidP="00F665F0">
      <w:pPr>
        <w:pStyle w:val="Heading3"/>
      </w:pPr>
      <w:r>
        <w:t>Enable the logging timestamp service of the router.</w:t>
      </w:r>
    </w:p>
    <w:p w14:paraId="68BF3169" w14:textId="77777777" w:rsidR="00F665F0" w:rsidRDefault="00F665F0" w:rsidP="00F665F0">
      <w:pPr>
        <w:pStyle w:val="BodyTextL25"/>
      </w:pPr>
      <w:r>
        <w:t xml:space="preserve">Configure </w:t>
      </w:r>
      <w:r>
        <w:rPr>
          <w:b/>
        </w:rPr>
        <w:t>R1</w:t>
      </w:r>
      <w:r>
        <w:t xml:space="preserve"> to send its timestamp with the logs that it sends to the </w:t>
      </w:r>
      <w:r w:rsidRPr="003E6630">
        <w:rPr>
          <w:b/>
        </w:rPr>
        <w:t>Syslog</w:t>
      </w:r>
      <w:r>
        <w:t xml:space="preserve"> server.</w:t>
      </w:r>
    </w:p>
    <w:p w14:paraId="281CA24A" w14:textId="77777777" w:rsidR="00F665F0" w:rsidRPr="00A60146" w:rsidRDefault="00F665F0" w:rsidP="00F665F0">
      <w:pPr>
        <w:pStyle w:val="Heading2"/>
      </w:pPr>
      <w:r>
        <w:t>Verify Timestamped Logs</w:t>
      </w:r>
    </w:p>
    <w:p w14:paraId="6D8AADCC" w14:textId="77777777" w:rsidR="00F665F0" w:rsidRPr="00C07FD9" w:rsidRDefault="00F665F0" w:rsidP="00F665F0">
      <w:pPr>
        <w:pStyle w:val="Heading3"/>
      </w:pPr>
      <w:r>
        <w:t>Change the status of interfaces to create event logs.</w:t>
      </w:r>
    </w:p>
    <w:p w14:paraId="7C3A5ECC" w14:textId="77777777" w:rsidR="00F665F0" w:rsidRDefault="00F665F0" w:rsidP="004E2DC5">
      <w:pPr>
        <w:pStyle w:val="SubStepAlpha"/>
      </w:pPr>
      <w:r>
        <w:t>Re-enable and then disable the Loopback 0 interface on R1.</w:t>
      </w:r>
    </w:p>
    <w:p w14:paraId="3A8D0648" w14:textId="77777777" w:rsidR="00F665F0" w:rsidRDefault="00F665F0" w:rsidP="004E2DC5">
      <w:pPr>
        <w:pStyle w:val="SubStepAlpha"/>
      </w:pPr>
      <w:r>
        <w:t xml:space="preserve">Turn off laptops </w:t>
      </w:r>
      <w:r>
        <w:rPr>
          <w:b/>
        </w:rPr>
        <w:t>L</w:t>
      </w:r>
      <w:r w:rsidRPr="002A4D0B">
        <w:rPr>
          <w:b/>
        </w:rPr>
        <w:t>1</w:t>
      </w:r>
      <w:r>
        <w:t xml:space="preserve"> and </w:t>
      </w:r>
      <w:r>
        <w:rPr>
          <w:b/>
        </w:rPr>
        <w:t>L</w:t>
      </w:r>
      <w:r w:rsidRPr="002A4D0B">
        <w:rPr>
          <w:b/>
        </w:rPr>
        <w:t>2</w:t>
      </w:r>
      <w:r>
        <w:t>. Turn them on again.</w:t>
      </w:r>
    </w:p>
    <w:p w14:paraId="4F36B8F8" w14:textId="77777777" w:rsidR="00F665F0" w:rsidRDefault="00F665F0" w:rsidP="00F665F0">
      <w:pPr>
        <w:pStyle w:val="Heading3"/>
      </w:pPr>
      <w:r>
        <w:t>Examine the Syslog events.</w:t>
      </w:r>
    </w:p>
    <w:p w14:paraId="0162E082" w14:textId="3D7B4782" w:rsidR="00F665F0" w:rsidRDefault="00F665F0" w:rsidP="00F665F0">
      <w:pPr>
        <w:pStyle w:val="BodyTextL25"/>
      </w:pPr>
      <w:r>
        <w:t xml:space="preserve">Look at the Syslog events. </w:t>
      </w:r>
      <w:r w:rsidRPr="00C17D9C">
        <w:rPr>
          <w:b/>
        </w:rPr>
        <w:t>Note</w:t>
      </w:r>
      <w:r>
        <w:t>: Al</w:t>
      </w:r>
      <w:r w:rsidR="00D76C4D">
        <w:t>l</w:t>
      </w:r>
      <w:r>
        <w:t xml:space="preserve"> the events have been recorded and the time stamps are correct as configured. </w:t>
      </w:r>
      <w:r w:rsidRPr="00C17D9C">
        <w:rPr>
          <w:b/>
        </w:rPr>
        <w:t>Note</w:t>
      </w:r>
      <w:r>
        <w:t xml:space="preserve">: </w:t>
      </w:r>
      <w:r w:rsidRPr="00ED35D5">
        <w:rPr>
          <w:b/>
        </w:rPr>
        <w:t>R1</w:t>
      </w:r>
      <w:r>
        <w:t xml:space="preserve"> uses the clock settings from the NTP server, and </w:t>
      </w:r>
      <w:r w:rsidRPr="00ED35D5">
        <w:rPr>
          <w:b/>
        </w:rPr>
        <w:t>S1</w:t>
      </w:r>
      <w:r>
        <w:t xml:space="preserve"> and </w:t>
      </w:r>
      <w:r w:rsidRPr="00ED35D5">
        <w:rPr>
          <w:b/>
        </w:rPr>
        <w:t>S2</w:t>
      </w:r>
      <w:r>
        <w:t xml:space="preserve"> use the clock settings configured </w:t>
      </w:r>
      <w:r w:rsidR="002E605B">
        <w:t>in an earlier part of this activity</w:t>
      </w:r>
      <w:r>
        <w:t>.</w:t>
      </w:r>
    </w:p>
    <w:p w14:paraId="3D732AB5" w14:textId="17A6E7DF" w:rsidR="009453EA" w:rsidRDefault="009453EA" w:rsidP="009453EA">
      <w:pPr>
        <w:pStyle w:val="ConfigWindow"/>
      </w:pPr>
      <w:r>
        <w:t>End of document</w:t>
      </w:r>
    </w:p>
    <w:sectPr w:rsidR="009453EA"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314236" w14:textId="77777777" w:rsidR="00573118" w:rsidRDefault="00573118" w:rsidP="00710659">
      <w:pPr>
        <w:spacing w:after="0" w:line="240" w:lineRule="auto"/>
      </w:pPr>
      <w:r>
        <w:separator/>
      </w:r>
    </w:p>
    <w:p w14:paraId="40C5C83D" w14:textId="77777777" w:rsidR="00573118" w:rsidRDefault="00573118"/>
  </w:endnote>
  <w:endnote w:type="continuationSeparator" w:id="0">
    <w:p w14:paraId="50146420" w14:textId="77777777" w:rsidR="00573118" w:rsidRDefault="00573118" w:rsidP="00710659">
      <w:pPr>
        <w:spacing w:after="0" w:line="240" w:lineRule="auto"/>
      </w:pPr>
      <w:r>
        <w:continuationSeparator/>
      </w:r>
    </w:p>
    <w:p w14:paraId="3951FDA9" w14:textId="77777777" w:rsidR="00573118" w:rsidRDefault="005731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00000000" w:usb2="00000000"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67F4C2" w14:textId="30940FDE"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C5180B">
          <w:t>2016</w:t>
        </w:r>
      </w:sdtContent>
    </w:sdt>
    <w:r>
      <w:t xml:space="preserve"> - </w:t>
    </w:r>
    <w:r>
      <w:fldChar w:fldCharType="begin"/>
    </w:r>
    <w:r>
      <w:instrText xml:space="preserve"> SAVEDATE  \@ "yyyy"  \* MERGEFORMAT </w:instrText>
    </w:r>
    <w:r>
      <w:fldChar w:fldCharType="separate"/>
    </w:r>
    <w:r w:rsidR="00CD7BCC">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023667" w14:textId="57D10977"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C5180B">
          <w:t>2016</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CD7BCC">
      <w:rPr>
        <w:noProof/>
      </w:rPr>
      <w:t>2021</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AF8156" w14:textId="77777777" w:rsidR="00573118" w:rsidRDefault="00573118" w:rsidP="00710659">
      <w:pPr>
        <w:spacing w:after="0" w:line="240" w:lineRule="auto"/>
      </w:pPr>
      <w:r>
        <w:separator/>
      </w:r>
    </w:p>
    <w:p w14:paraId="43016D6D" w14:textId="77777777" w:rsidR="00573118" w:rsidRDefault="00573118"/>
  </w:footnote>
  <w:footnote w:type="continuationSeparator" w:id="0">
    <w:p w14:paraId="43948187" w14:textId="77777777" w:rsidR="00573118" w:rsidRDefault="00573118" w:rsidP="00710659">
      <w:pPr>
        <w:spacing w:after="0" w:line="240" w:lineRule="auto"/>
      </w:pPr>
      <w:r>
        <w:continuationSeparator/>
      </w:r>
    </w:p>
    <w:p w14:paraId="3339ED2A" w14:textId="77777777" w:rsidR="00573118" w:rsidRDefault="005731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711724AEA35C49A38015DA75776F56C6"/>
      </w:placeholder>
      <w:dataBinding w:prefixMappings="xmlns:ns0='http://purl.org/dc/elements/1.1/' xmlns:ns1='http://schemas.openxmlformats.org/package/2006/metadata/core-properties' " w:xpath="/ns1:coreProperties[1]/ns0:title[1]" w:storeItemID="{6C3C8BC8-F283-45AE-878A-BAB7291924A1}"/>
      <w:text/>
    </w:sdtPr>
    <w:sdtEndPr/>
    <w:sdtContent>
      <w:p w14:paraId="63BA3DC4" w14:textId="11626341" w:rsidR="00926CB2" w:rsidRDefault="003B15CE" w:rsidP="008402F2">
        <w:pPr>
          <w:pStyle w:val="PageHead"/>
        </w:pPr>
        <w:r>
          <w:t>Packet Tracer - Configure Cisco Devices for Syslog, NTP, and SSH Operations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A32D30" w14:textId="77777777" w:rsidR="00926CB2" w:rsidRDefault="00882B63" w:rsidP="006C3FCF">
    <w:pPr>
      <w:ind w:left="-288"/>
    </w:pPr>
    <w:r>
      <w:rPr>
        <w:noProof/>
      </w:rPr>
      <w:drawing>
        <wp:inline distT="0" distB="0" distL="0" distR="0" wp14:anchorId="4400907A" wp14:editId="64B37441">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0FBD7F30"/>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7" w15:restartNumberingAfterBreak="0">
    <w:nsid w:val="4015331B"/>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2">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2"/>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2"/>
  </w:num>
  <w:num w:numId="10">
    <w:abstractNumId w:val="9"/>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8"/>
  </w:num>
  <w:num w:numId="14">
    <w:abstractNumId w:val="6"/>
  </w:num>
  <w:num w:numId="15">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5F0"/>
    <w:rsid w:val="0000083D"/>
    <w:rsid w:val="00001BDF"/>
    <w:rsid w:val="0000380F"/>
    <w:rsid w:val="00004175"/>
    <w:rsid w:val="000059C9"/>
    <w:rsid w:val="00012C22"/>
    <w:rsid w:val="000160F7"/>
    <w:rsid w:val="00016D5B"/>
    <w:rsid w:val="00016F30"/>
    <w:rsid w:val="0002047C"/>
    <w:rsid w:val="00021B9A"/>
    <w:rsid w:val="000242D6"/>
    <w:rsid w:val="00024EE5"/>
    <w:rsid w:val="000309A9"/>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87D0F"/>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2111"/>
    <w:rsid w:val="00125806"/>
    <w:rsid w:val="001261C4"/>
    <w:rsid w:val="001263C7"/>
    <w:rsid w:val="00130A20"/>
    <w:rsid w:val="001314FB"/>
    <w:rsid w:val="001366EC"/>
    <w:rsid w:val="0014219C"/>
    <w:rsid w:val="0014251F"/>
    <w:rsid w:val="001425ED"/>
    <w:rsid w:val="001433C1"/>
    <w:rsid w:val="00143450"/>
    <w:rsid w:val="00144997"/>
    <w:rsid w:val="001523C0"/>
    <w:rsid w:val="001535FE"/>
    <w:rsid w:val="00154E3A"/>
    <w:rsid w:val="00155352"/>
    <w:rsid w:val="00157902"/>
    <w:rsid w:val="00162105"/>
    <w:rsid w:val="00162EEA"/>
    <w:rsid w:val="00163164"/>
    <w:rsid w:val="001652BC"/>
    <w:rsid w:val="00166253"/>
    <w:rsid w:val="001704B7"/>
    <w:rsid w:val="001708A6"/>
    <w:rsid w:val="001710C0"/>
    <w:rsid w:val="00172AFB"/>
    <w:rsid w:val="00174D6F"/>
    <w:rsid w:val="001772B8"/>
    <w:rsid w:val="00177310"/>
    <w:rsid w:val="00177B76"/>
    <w:rsid w:val="00180FBF"/>
    <w:rsid w:val="001813C3"/>
    <w:rsid w:val="00182CF4"/>
    <w:rsid w:val="00186CE1"/>
    <w:rsid w:val="00191F00"/>
    <w:rsid w:val="00192F12"/>
    <w:rsid w:val="00193F14"/>
    <w:rsid w:val="001955F2"/>
    <w:rsid w:val="00196CBC"/>
    <w:rsid w:val="0019753E"/>
    <w:rsid w:val="00197614"/>
    <w:rsid w:val="001A0312"/>
    <w:rsid w:val="001A15DA"/>
    <w:rsid w:val="001A2694"/>
    <w:rsid w:val="001A3CC7"/>
    <w:rsid w:val="001A67A4"/>
    <w:rsid w:val="001A69AC"/>
    <w:rsid w:val="001B2462"/>
    <w:rsid w:val="001B67D8"/>
    <w:rsid w:val="001B6F95"/>
    <w:rsid w:val="001C05A1"/>
    <w:rsid w:val="001C1D9E"/>
    <w:rsid w:val="001C5998"/>
    <w:rsid w:val="001C5BCD"/>
    <w:rsid w:val="001C7C3B"/>
    <w:rsid w:val="001D5B6F"/>
    <w:rsid w:val="001E0AB8"/>
    <w:rsid w:val="001E3777"/>
    <w:rsid w:val="001E38E0"/>
    <w:rsid w:val="001E38F3"/>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25FB0"/>
    <w:rsid w:val="00231DCA"/>
    <w:rsid w:val="00235792"/>
    <w:rsid w:val="00242E3A"/>
    <w:rsid w:val="002438B2"/>
    <w:rsid w:val="00246492"/>
    <w:rsid w:val="002472B1"/>
    <w:rsid w:val="002506CF"/>
    <w:rsid w:val="0025107F"/>
    <w:rsid w:val="00255AAD"/>
    <w:rsid w:val="00260CD4"/>
    <w:rsid w:val="002639D8"/>
    <w:rsid w:val="00265F77"/>
    <w:rsid w:val="00266C83"/>
    <w:rsid w:val="00270FCC"/>
    <w:rsid w:val="002768DC"/>
    <w:rsid w:val="00294C8F"/>
    <w:rsid w:val="002A0B2E"/>
    <w:rsid w:val="002A0DC1"/>
    <w:rsid w:val="002A6C56"/>
    <w:rsid w:val="002C04C4"/>
    <w:rsid w:val="002C090C"/>
    <w:rsid w:val="002C0960"/>
    <w:rsid w:val="002C1243"/>
    <w:rsid w:val="002C1815"/>
    <w:rsid w:val="002C475E"/>
    <w:rsid w:val="002C5882"/>
    <w:rsid w:val="002C6AD6"/>
    <w:rsid w:val="002D6C2A"/>
    <w:rsid w:val="002D7A86"/>
    <w:rsid w:val="002E605B"/>
    <w:rsid w:val="002F4100"/>
    <w:rsid w:val="002F45FF"/>
    <w:rsid w:val="002F66D3"/>
    <w:rsid w:val="002F6D17"/>
    <w:rsid w:val="00302887"/>
    <w:rsid w:val="003056EB"/>
    <w:rsid w:val="003071FF"/>
    <w:rsid w:val="0030742D"/>
    <w:rsid w:val="00310652"/>
    <w:rsid w:val="00311065"/>
    <w:rsid w:val="0031371D"/>
    <w:rsid w:val="0031789F"/>
    <w:rsid w:val="00320788"/>
    <w:rsid w:val="003233A3"/>
    <w:rsid w:val="00326E08"/>
    <w:rsid w:val="00334C33"/>
    <w:rsid w:val="0034218C"/>
    <w:rsid w:val="0034455D"/>
    <w:rsid w:val="0034604B"/>
    <w:rsid w:val="00346D17"/>
    <w:rsid w:val="00347972"/>
    <w:rsid w:val="0035469B"/>
    <w:rsid w:val="00354745"/>
    <w:rsid w:val="003559CC"/>
    <w:rsid w:val="00355D4B"/>
    <w:rsid w:val="003569D7"/>
    <w:rsid w:val="003608AC"/>
    <w:rsid w:val="003626B7"/>
    <w:rsid w:val="00363A23"/>
    <w:rsid w:val="0036440C"/>
    <w:rsid w:val="0036465A"/>
    <w:rsid w:val="00386D65"/>
    <w:rsid w:val="00390C38"/>
    <w:rsid w:val="00392748"/>
    <w:rsid w:val="00392C65"/>
    <w:rsid w:val="00392ED5"/>
    <w:rsid w:val="003A19DC"/>
    <w:rsid w:val="003A1B45"/>
    <w:rsid w:val="003A1B99"/>
    <w:rsid w:val="003A220C"/>
    <w:rsid w:val="003A50D3"/>
    <w:rsid w:val="003B15CE"/>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0238"/>
    <w:rsid w:val="0041293B"/>
    <w:rsid w:val="004131B0"/>
    <w:rsid w:val="00414D90"/>
    <w:rsid w:val="00416C42"/>
    <w:rsid w:val="00416E6D"/>
    <w:rsid w:val="00417872"/>
    <w:rsid w:val="00422476"/>
    <w:rsid w:val="0042298C"/>
    <w:rsid w:val="0042385C"/>
    <w:rsid w:val="00426FA5"/>
    <w:rsid w:val="00431654"/>
    <w:rsid w:val="00434926"/>
    <w:rsid w:val="00443ACE"/>
    <w:rsid w:val="00444217"/>
    <w:rsid w:val="004478F4"/>
    <w:rsid w:val="00450F7A"/>
    <w:rsid w:val="00452C6D"/>
    <w:rsid w:val="00455E0B"/>
    <w:rsid w:val="0045724D"/>
    <w:rsid w:val="00457934"/>
    <w:rsid w:val="00462B9F"/>
    <w:rsid w:val="004648E1"/>
    <w:rsid w:val="004659EE"/>
    <w:rsid w:val="00473E34"/>
    <w:rsid w:val="0047591A"/>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D7C5F"/>
    <w:rsid w:val="004E2DC5"/>
    <w:rsid w:val="004E6152"/>
    <w:rsid w:val="004F344A"/>
    <w:rsid w:val="004F4EC3"/>
    <w:rsid w:val="004F74CE"/>
    <w:rsid w:val="00504D52"/>
    <w:rsid w:val="00504ED4"/>
    <w:rsid w:val="00510639"/>
    <w:rsid w:val="00511791"/>
    <w:rsid w:val="005139BE"/>
    <w:rsid w:val="00516142"/>
    <w:rsid w:val="0051681C"/>
    <w:rsid w:val="00520027"/>
    <w:rsid w:val="0052093C"/>
    <w:rsid w:val="00521B31"/>
    <w:rsid w:val="00521DDF"/>
    <w:rsid w:val="00522469"/>
    <w:rsid w:val="0052400A"/>
    <w:rsid w:val="00524B71"/>
    <w:rsid w:val="00536277"/>
    <w:rsid w:val="00536F43"/>
    <w:rsid w:val="00542616"/>
    <w:rsid w:val="005468C1"/>
    <w:rsid w:val="005510BA"/>
    <w:rsid w:val="005538C8"/>
    <w:rsid w:val="00554B4E"/>
    <w:rsid w:val="00556C02"/>
    <w:rsid w:val="00561BB2"/>
    <w:rsid w:val="00563249"/>
    <w:rsid w:val="00570A65"/>
    <w:rsid w:val="00573118"/>
    <w:rsid w:val="005762B1"/>
    <w:rsid w:val="00580456"/>
    <w:rsid w:val="00580E73"/>
    <w:rsid w:val="00592329"/>
    <w:rsid w:val="00593386"/>
    <w:rsid w:val="00596998"/>
    <w:rsid w:val="0059790F"/>
    <w:rsid w:val="005A4017"/>
    <w:rsid w:val="005A6E62"/>
    <w:rsid w:val="005A70FA"/>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1EF3"/>
    <w:rsid w:val="006034CB"/>
    <w:rsid w:val="00603503"/>
    <w:rsid w:val="006039A8"/>
    <w:rsid w:val="00603C52"/>
    <w:rsid w:val="006131CE"/>
    <w:rsid w:val="0061336B"/>
    <w:rsid w:val="00617D6E"/>
    <w:rsid w:val="00620ED5"/>
    <w:rsid w:val="00622D61"/>
    <w:rsid w:val="00624198"/>
    <w:rsid w:val="00624AC1"/>
    <w:rsid w:val="00636C28"/>
    <w:rsid w:val="006428E5"/>
    <w:rsid w:val="00644958"/>
    <w:rsid w:val="006513FB"/>
    <w:rsid w:val="00656EEF"/>
    <w:rsid w:val="006576AF"/>
    <w:rsid w:val="00671361"/>
    <w:rsid w:val="00672919"/>
    <w:rsid w:val="00677544"/>
    <w:rsid w:val="00681687"/>
    <w:rsid w:val="00686295"/>
    <w:rsid w:val="00686587"/>
    <w:rsid w:val="006904CF"/>
    <w:rsid w:val="00695EE2"/>
    <w:rsid w:val="0069660B"/>
    <w:rsid w:val="006A1B33"/>
    <w:rsid w:val="006A3319"/>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04BB"/>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079D"/>
    <w:rsid w:val="00721E01"/>
    <w:rsid w:val="007222AD"/>
    <w:rsid w:val="007267CF"/>
    <w:rsid w:val="00731F3F"/>
    <w:rsid w:val="00733BAB"/>
    <w:rsid w:val="0073604C"/>
    <w:rsid w:val="007436BF"/>
    <w:rsid w:val="007443E9"/>
    <w:rsid w:val="00745DCE"/>
    <w:rsid w:val="007467DA"/>
    <w:rsid w:val="00747F8F"/>
    <w:rsid w:val="00753D89"/>
    <w:rsid w:val="00753DDA"/>
    <w:rsid w:val="00754A6E"/>
    <w:rsid w:val="007550F9"/>
    <w:rsid w:val="007553D8"/>
    <w:rsid w:val="00755C9B"/>
    <w:rsid w:val="00760FE4"/>
    <w:rsid w:val="007636C2"/>
    <w:rsid w:val="00763D8B"/>
    <w:rsid w:val="007657F6"/>
    <w:rsid w:val="00765E47"/>
    <w:rsid w:val="007667B8"/>
    <w:rsid w:val="0077125A"/>
    <w:rsid w:val="0078405B"/>
    <w:rsid w:val="00786F58"/>
    <w:rsid w:val="00787CC1"/>
    <w:rsid w:val="00792F4E"/>
    <w:rsid w:val="0079398D"/>
    <w:rsid w:val="007941D2"/>
    <w:rsid w:val="00796C25"/>
    <w:rsid w:val="007A0080"/>
    <w:rsid w:val="007A25EE"/>
    <w:rsid w:val="007A287C"/>
    <w:rsid w:val="007A3B2A"/>
    <w:rsid w:val="007B0C9D"/>
    <w:rsid w:val="007B3AFE"/>
    <w:rsid w:val="007B5522"/>
    <w:rsid w:val="007C0EE0"/>
    <w:rsid w:val="007C1B71"/>
    <w:rsid w:val="007C2FBB"/>
    <w:rsid w:val="007C7164"/>
    <w:rsid w:val="007C7413"/>
    <w:rsid w:val="007D1984"/>
    <w:rsid w:val="007D1B6A"/>
    <w:rsid w:val="007D2AFE"/>
    <w:rsid w:val="007E3264"/>
    <w:rsid w:val="007E3FEA"/>
    <w:rsid w:val="007E6402"/>
    <w:rsid w:val="007F0A0B"/>
    <w:rsid w:val="007F3A60"/>
    <w:rsid w:val="007F3D0B"/>
    <w:rsid w:val="007F7C94"/>
    <w:rsid w:val="00802FFA"/>
    <w:rsid w:val="0080340D"/>
    <w:rsid w:val="00804C99"/>
    <w:rsid w:val="00810E4B"/>
    <w:rsid w:val="00814BAA"/>
    <w:rsid w:val="00816BCA"/>
    <w:rsid w:val="00816F0C"/>
    <w:rsid w:val="0082211C"/>
    <w:rsid w:val="00824295"/>
    <w:rsid w:val="00827A65"/>
    <w:rsid w:val="00830473"/>
    <w:rsid w:val="008313F3"/>
    <w:rsid w:val="008402F2"/>
    <w:rsid w:val="00840469"/>
    <w:rsid w:val="008405BB"/>
    <w:rsid w:val="0084142E"/>
    <w:rsid w:val="0084564F"/>
    <w:rsid w:val="00846494"/>
    <w:rsid w:val="00847B20"/>
    <w:rsid w:val="008509D3"/>
    <w:rsid w:val="00853418"/>
    <w:rsid w:val="00856EBD"/>
    <w:rsid w:val="00857CF6"/>
    <w:rsid w:val="008610ED"/>
    <w:rsid w:val="00861C6A"/>
    <w:rsid w:val="00865199"/>
    <w:rsid w:val="0086759C"/>
    <w:rsid w:val="00867EAF"/>
    <w:rsid w:val="00870763"/>
    <w:rsid w:val="008713EA"/>
    <w:rsid w:val="00873C6B"/>
    <w:rsid w:val="00882B63"/>
    <w:rsid w:val="008830DB"/>
    <w:rsid w:val="00883500"/>
    <w:rsid w:val="0088426A"/>
    <w:rsid w:val="008852BA"/>
    <w:rsid w:val="00890108"/>
    <w:rsid w:val="00893877"/>
    <w:rsid w:val="0089532C"/>
    <w:rsid w:val="00896165"/>
    <w:rsid w:val="00896681"/>
    <w:rsid w:val="00897B20"/>
    <w:rsid w:val="008A0118"/>
    <w:rsid w:val="008A2749"/>
    <w:rsid w:val="008A3A90"/>
    <w:rsid w:val="008A513D"/>
    <w:rsid w:val="008B06D4"/>
    <w:rsid w:val="008B4F20"/>
    <w:rsid w:val="008B68E7"/>
    <w:rsid w:val="008B7FFD"/>
    <w:rsid w:val="008C286A"/>
    <w:rsid w:val="008C2920"/>
    <w:rsid w:val="008C4307"/>
    <w:rsid w:val="008D23DF"/>
    <w:rsid w:val="008D73BF"/>
    <w:rsid w:val="008D7F09"/>
    <w:rsid w:val="008E00D5"/>
    <w:rsid w:val="008E395E"/>
    <w:rsid w:val="008E5B64"/>
    <w:rsid w:val="008E7DAA"/>
    <w:rsid w:val="008F0094"/>
    <w:rsid w:val="008F03EF"/>
    <w:rsid w:val="008F340F"/>
    <w:rsid w:val="00901E42"/>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1AB6"/>
    <w:rsid w:val="00942299"/>
    <w:rsid w:val="009453EA"/>
    <w:rsid w:val="009453F7"/>
    <w:rsid w:val="009476C0"/>
    <w:rsid w:val="0095127C"/>
    <w:rsid w:val="00963E34"/>
    <w:rsid w:val="00964DFA"/>
    <w:rsid w:val="00970A69"/>
    <w:rsid w:val="0098155C"/>
    <w:rsid w:val="00981CCA"/>
    <w:rsid w:val="00983B77"/>
    <w:rsid w:val="00991574"/>
    <w:rsid w:val="00991639"/>
    <w:rsid w:val="00996053"/>
    <w:rsid w:val="00997E71"/>
    <w:rsid w:val="009A0B2F"/>
    <w:rsid w:val="009A1CF4"/>
    <w:rsid w:val="009A37D7"/>
    <w:rsid w:val="009A3FCF"/>
    <w:rsid w:val="009A4E17"/>
    <w:rsid w:val="009A6955"/>
    <w:rsid w:val="009B0697"/>
    <w:rsid w:val="009B341C"/>
    <w:rsid w:val="009B366B"/>
    <w:rsid w:val="009B3B0F"/>
    <w:rsid w:val="009B5747"/>
    <w:rsid w:val="009C0B81"/>
    <w:rsid w:val="009C3182"/>
    <w:rsid w:val="009D2C27"/>
    <w:rsid w:val="009D503E"/>
    <w:rsid w:val="009E2309"/>
    <w:rsid w:val="009E42B9"/>
    <w:rsid w:val="009E4E17"/>
    <w:rsid w:val="009E54B9"/>
    <w:rsid w:val="009F004B"/>
    <w:rsid w:val="009F4B9C"/>
    <w:rsid w:val="009F4C2E"/>
    <w:rsid w:val="009F5CB6"/>
    <w:rsid w:val="00A00C5B"/>
    <w:rsid w:val="00A014A3"/>
    <w:rsid w:val="00A027CC"/>
    <w:rsid w:val="00A0412D"/>
    <w:rsid w:val="00A144EA"/>
    <w:rsid w:val="00A15DF0"/>
    <w:rsid w:val="00A21211"/>
    <w:rsid w:val="00A30F8A"/>
    <w:rsid w:val="00A33890"/>
    <w:rsid w:val="00A34E7F"/>
    <w:rsid w:val="00A46F0A"/>
    <w:rsid w:val="00A46F25"/>
    <w:rsid w:val="00A47CC2"/>
    <w:rsid w:val="00A502BA"/>
    <w:rsid w:val="00A55F01"/>
    <w:rsid w:val="00A60146"/>
    <w:rsid w:val="00A601A9"/>
    <w:rsid w:val="00A60F6F"/>
    <w:rsid w:val="00A622C4"/>
    <w:rsid w:val="00A6283D"/>
    <w:rsid w:val="00A676FF"/>
    <w:rsid w:val="00A73EBA"/>
    <w:rsid w:val="00A754B4"/>
    <w:rsid w:val="00A76665"/>
    <w:rsid w:val="00A76749"/>
    <w:rsid w:val="00A807C1"/>
    <w:rsid w:val="00A82658"/>
    <w:rsid w:val="00A83374"/>
    <w:rsid w:val="00A91468"/>
    <w:rsid w:val="00A915F6"/>
    <w:rsid w:val="00A92D22"/>
    <w:rsid w:val="00A96172"/>
    <w:rsid w:val="00A96D52"/>
    <w:rsid w:val="00A97C5F"/>
    <w:rsid w:val="00AA049F"/>
    <w:rsid w:val="00AB0D6A"/>
    <w:rsid w:val="00AB43B3"/>
    <w:rsid w:val="00AB49B9"/>
    <w:rsid w:val="00AB501D"/>
    <w:rsid w:val="00AB758A"/>
    <w:rsid w:val="00AC027E"/>
    <w:rsid w:val="00AC05AB"/>
    <w:rsid w:val="00AC1E7E"/>
    <w:rsid w:val="00AC507D"/>
    <w:rsid w:val="00AC66E4"/>
    <w:rsid w:val="00AD0118"/>
    <w:rsid w:val="00AD04F2"/>
    <w:rsid w:val="00AD3B22"/>
    <w:rsid w:val="00AD4578"/>
    <w:rsid w:val="00AD68E9"/>
    <w:rsid w:val="00AD761F"/>
    <w:rsid w:val="00AE56C0"/>
    <w:rsid w:val="00AF77B0"/>
    <w:rsid w:val="00AF7ACC"/>
    <w:rsid w:val="00B00914"/>
    <w:rsid w:val="00B02A8E"/>
    <w:rsid w:val="00B052EE"/>
    <w:rsid w:val="00B1081F"/>
    <w:rsid w:val="00B2496B"/>
    <w:rsid w:val="00B27499"/>
    <w:rsid w:val="00B3010D"/>
    <w:rsid w:val="00B35151"/>
    <w:rsid w:val="00B377B7"/>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009E"/>
    <w:rsid w:val="00BC7423"/>
    <w:rsid w:val="00BC7CAC"/>
    <w:rsid w:val="00BD6D76"/>
    <w:rsid w:val="00BE3A73"/>
    <w:rsid w:val="00BE56B3"/>
    <w:rsid w:val="00BE676D"/>
    <w:rsid w:val="00BF04E8"/>
    <w:rsid w:val="00BF16BF"/>
    <w:rsid w:val="00BF1E69"/>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1EDF"/>
    <w:rsid w:val="00C44DB7"/>
    <w:rsid w:val="00C4510A"/>
    <w:rsid w:val="00C477C2"/>
    <w:rsid w:val="00C47F2E"/>
    <w:rsid w:val="00C5180B"/>
    <w:rsid w:val="00C52BA6"/>
    <w:rsid w:val="00C56646"/>
    <w:rsid w:val="00C57A1A"/>
    <w:rsid w:val="00C60BBD"/>
    <w:rsid w:val="00C60EA8"/>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87F"/>
    <w:rsid w:val="00C91C26"/>
    <w:rsid w:val="00CA2BB2"/>
    <w:rsid w:val="00CA73D5"/>
    <w:rsid w:val="00CB2FC9"/>
    <w:rsid w:val="00CB5068"/>
    <w:rsid w:val="00CB74C6"/>
    <w:rsid w:val="00CB7D2B"/>
    <w:rsid w:val="00CC1C87"/>
    <w:rsid w:val="00CC3000"/>
    <w:rsid w:val="00CC4859"/>
    <w:rsid w:val="00CC7A35"/>
    <w:rsid w:val="00CC7E67"/>
    <w:rsid w:val="00CD072A"/>
    <w:rsid w:val="00CD1070"/>
    <w:rsid w:val="00CD40B1"/>
    <w:rsid w:val="00CD51E0"/>
    <w:rsid w:val="00CD6B9D"/>
    <w:rsid w:val="00CD6C5F"/>
    <w:rsid w:val="00CD7BCC"/>
    <w:rsid w:val="00CD7F73"/>
    <w:rsid w:val="00CE26C5"/>
    <w:rsid w:val="00CE36AF"/>
    <w:rsid w:val="00CE47F3"/>
    <w:rsid w:val="00CE54DD"/>
    <w:rsid w:val="00CF0DA5"/>
    <w:rsid w:val="00CF18EA"/>
    <w:rsid w:val="00CF26E3"/>
    <w:rsid w:val="00CF5D31"/>
    <w:rsid w:val="00CF5F3B"/>
    <w:rsid w:val="00CF7615"/>
    <w:rsid w:val="00CF7733"/>
    <w:rsid w:val="00CF791A"/>
    <w:rsid w:val="00D00513"/>
    <w:rsid w:val="00D00D7D"/>
    <w:rsid w:val="00D028F3"/>
    <w:rsid w:val="00D030AE"/>
    <w:rsid w:val="00D10DDD"/>
    <w:rsid w:val="00D12356"/>
    <w:rsid w:val="00D139C8"/>
    <w:rsid w:val="00D17F81"/>
    <w:rsid w:val="00D2758C"/>
    <w:rsid w:val="00D275CA"/>
    <w:rsid w:val="00D2789B"/>
    <w:rsid w:val="00D345AB"/>
    <w:rsid w:val="00D41566"/>
    <w:rsid w:val="00D452F4"/>
    <w:rsid w:val="00D458EC"/>
    <w:rsid w:val="00D501B0"/>
    <w:rsid w:val="00D52582"/>
    <w:rsid w:val="00D531D0"/>
    <w:rsid w:val="00D53FF1"/>
    <w:rsid w:val="00D56A0E"/>
    <w:rsid w:val="00D57AD3"/>
    <w:rsid w:val="00D62F25"/>
    <w:rsid w:val="00D635FE"/>
    <w:rsid w:val="00D64B27"/>
    <w:rsid w:val="00D65B2A"/>
    <w:rsid w:val="00D66A7B"/>
    <w:rsid w:val="00D729DE"/>
    <w:rsid w:val="00D75B6A"/>
    <w:rsid w:val="00D76C4D"/>
    <w:rsid w:val="00D77658"/>
    <w:rsid w:val="00D778DF"/>
    <w:rsid w:val="00D84BDA"/>
    <w:rsid w:val="00D8503E"/>
    <w:rsid w:val="00D85325"/>
    <w:rsid w:val="00D857FF"/>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08C3"/>
    <w:rsid w:val="00DC186F"/>
    <w:rsid w:val="00DC252F"/>
    <w:rsid w:val="00DC6050"/>
    <w:rsid w:val="00DC6445"/>
    <w:rsid w:val="00DC7CF7"/>
    <w:rsid w:val="00DD35E1"/>
    <w:rsid w:val="00DD43EA"/>
    <w:rsid w:val="00DE6F44"/>
    <w:rsid w:val="00DF1B58"/>
    <w:rsid w:val="00E009DA"/>
    <w:rsid w:val="00E037D9"/>
    <w:rsid w:val="00E04927"/>
    <w:rsid w:val="00E11A48"/>
    <w:rsid w:val="00E12679"/>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5C87"/>
    <w:rsid w:val="00E67A6E"/>
    <w:rsid w:val="00E70096"/>
    <w:rsid w:val="00E71B43"/>
    <w:rsid w:val="00E81612"/>
    <w:rsid w:val="00E82BD7"/>
    <w:rsid w:val="00E859E3"/>
    <w:rsid w:val="00E87D18"/>
    <w:rsid w:val="00E87D62"/>
    <w:rsid w:val="00E90597"/>
    <w:rsid w:val="00E9515A"/>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48C9"/>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5F0"/>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31ED"/>
    <w:rsid w:val="00FD1398"/>
    <w:rsid w:val="00FD33AB"/>
    <w:rsid w:val="00FD3BA4"/>
    <w:rsid w:val="00FD4724"/>
    <w:rsid w:val="00FD4A68"/>
    <w:rsid w:val="00FD68ED"/>
    <w:rsid w:val="00FD7E00"/>
    <w:rsid w:val="00FE2824"/>
    <w:rsid w:val="00FE2EA5"/>
    <w:rsid w:val="00FE2F0E"/>
    <w:rsid w:val="00FE53F2"/>
    <w:rsid w:val="00FE58D4"/>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4C0900"/>
  <w15:docId w15:val="{BF419F80-5300-4A7E-A13B-10C2ED964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E2DC5"/>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9A3FCF"/>
    <w:pPr>
      <w:keepNext/>
      <w:keepLines/>
      <w:numPr>
        <w:numId w:val="12"/>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9A3FCF"/>
    <w:pPr>
      <w:keepNext/>
      <w:numPr>
        <w:ilvl w:val="1"/>
        <w:numId w:val="12"/>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9A3FCF"/>
    <w:pPr>
      <w:keepNext/>
      <w:numPr>
        <w:ilvl w:val="2"/>
        <w:numId w:val="12"/>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CD6B9D"/>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477C2"/>
    <w:rPr>
      <w:rFonts w:eastAsia="Times New Roman"/>
      <w:b/>
      <w:bCs/>
      <w:sz w:val="24"/>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AF77B0"/>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9F4B9C"/>
    <w:pPr>
      <w:numPr>
        <w:numId w:val="13"/>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CD6B9D"/>
    <w:pPr>
      <w:spacing w:before="0" w:after="0"/>
    </w:pPr>
    <w:rPr>
      <w:i/>
      <w:color w:val="FFFFFF" w:themeColor="background1"/>
      <w:sz w:val="6"/>
    </w:rPr>
  </w:style>
  <w:style w:type="paragraph" w:customStyle="1" w:styleId="SubStepAlpha">
    <w:name w:val="SubStep Alpha"/>
    <w:basedOn w:val="BodyTextL25"/>
    <w:qFormat/>
    <w:rsid w:val="009A3FCF"/>
    <w:pPr>
      <w:numPr>
        <w:ilvl w:val="3"/>
        <w:numId w:val="12"/>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link w:val="BodyTextL50Char"/>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link w:val="DevConfigsChar"/>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Heading1Gray">
    <w:name w:val="Heading 1 Gray"/>
    <w:basedOn w:val="Heading1Char"/>
    <w:uiPriority w:val="1"/>
    <w:qFormat/>
    <w:rsid w:val="00177310"/>
    <w:rPr>
      <w:rFonts w:ascii="Arial" w:hAnsi="Arial"/>
      <w:b w:val="0"/>
      <w:bCs/>
      <w:noProof/>
      <w:sz w:val="26"/>
      <w:szCs w:val="26"/>
      <w:bdr w:val="none" w:sz="0" w:space="0" w:color="auto"/>
      <w:shd w:val="clear" w:color="auto" w:fill="D9D9D9" w:themeFill="background1" w:themeFillShade="D9"/>
    </w:rPr>
  </w:style>
  <w:style w:type="paragraph" w:customStyle="1" w:styleId="SubStepNum">
    <w:name w:val="SubStep Num"/>
    <w:basedOn w:val="BodyTextL25"/>
    <w:qFormat/>
    <w:rsid w:val="009A3FCF"/>
    <w:pPr>
      <w:numPr>
        <w:ilvl w:val="4"/>
        <w:numId w:val="12"/>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087D0F"/>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177310"/>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9F4B9C"/>
    <w:pPr>
      <w:numPr>
        <w:numId w:val="13"/>
      </w:numPr>
    </w:pPr>
  </w:style>
  <w:style w:type="numbering" w:customStyle="1" w:styleId="LabList">
    <w:name w:val="Lab List"/>
    <w:basedOn w:val="NoList"/>
    <w:uiPriority w:val="99"/>
    <w:rsid w:val="009A3FCF"/>
    <w:pPr>
      <w:numPr>
        <w:numId w:val="12"/>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CD6B9D"/>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Drawing">
    <w:name w:val="Drawing"/>
    <w:basedOn w:val="AnswerLineL25"/>
    <w:qFormat/>
    <w:rsid w:val="009F004B"/>
  </w:style>
  <w:style w:type="paragraph" w:customStyle="1" w:styleId="TableAnswer">
    <w:name w:val="Table Answer"/>
    <w:basedOn w:val="TableText"/>
    <w:qFormat/>
    <w:rsid w:val="002F4100"/>
  </w:style>
  <w:style w:type="character" w:customStyle="1" w:styleId="Heading2Gray">
    <w:name w:val="Heading 2 Gray"/>
    <w:basedOn w:val="Heading2Char"/>
    <w:uiPriority w:val="1"/>
    <w:qFormat/>
    <w:rsid w:val="00177310"/>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087D0F"/>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E9515A"/>
    <w:pPr>
      <w:ind w:left="720"/>
    </w:pPr>
  </w:style>
  <w:style w:type="character" w:customStyle="1" w:styleId="BodyTextL50Char">
    <w:name w:val="Body Text L50 Char"/>
    <w:basedOn w:val="DefaultParagraphFont"/>
    <w:link w:val="BodyTextL50"/>
    <w:rsid w:val="00804C99"/>
    <w:rPr>
      <w:szCs w:val="22"/>
    </w:rPr>
  </w:style>
  <w:style w:type="character" w:customStyle="1" w:styleId="BodyTextL50AnswerChar">
    <w:name w:val="Body Text L50 Answer Char"/>
    <w:basedOn w:val="BodyTextL50Char"/>
    <w:link w:val="BodyTextL50Answer"/>
    <w:rsid w:val="00E9515A"/>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416E6D"/>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416E6D"/>
    <w:rPr>
      <w:b/>
      <w:szCs w:val="22"/>
      <w:shd w:val="clear" w:color="auto" w:fill="D9D9D9" w:themeFill="background1" w:themeFillShade="D9"/>
    </w:rPr>
  </w:style>
  <w:style w:type="character" w:customStyle="1" w:styleId="DevConfigsChar">
    <w:name w:val="DevConfigs Char"/>
    <w:basedOn w:val="DefaultParagraphFont"/>
    <w:link w:val="DevConfigs"/>
    <w:rsid w:val="00D10DDD"/>
    <w:rPr>
      <w:rFonts w:ascii="Courier New" w:hAnsi="Courier New"/>
      <w:szCs w:val="22"/>
    </w:rPr>
  </w:style>
  <w:style w:type="character" w:customStyle="1" w:styleId="AnswerGray">
    <w:name w:val="Answer Gray"/>
    <w:basedOn w:val="DefaultParagraphFont"/>
    <w:uiPriority w:val="1"/>
    <w:qFormat/>
    <w:rsid w:val="00410238"/>
    <w:rPr>
      <w:rFonts w:ascii="Arial" w:hAnsi="Arial"/>
      <w:b/>
      <w:color w:val="auto"/>
      <w:sz w:val="20"/>
      <w:bdr w:val="none" w:sz="0" w:space="0" w:color="auto"/>
      <w:shd w:val="clear" w:color="auto" w:fill="D9D9D9" w:themeFill="background1" w:themeFillShade="D9"/>
    </w:rPr>
  </w:style>
  <w:style w:type="paragraph" w:styleId="ListParagraph">
    <w:name w:val="List Paragraph"/>
    <w:basedOn w:val="Normal"/>
    <w:uiPriority w:val="34"/>
    <w:qFormat/>
    <w:rsid w:val="00F665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Documents\Custom%20Office%20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11724AEA35C49A38015DA75776F56C6"/>
        <w:category>
          <w:name w:val="General"/>
          <w:gallery w:val="placeholder"/>
        </w:category>
        <w:types>
          <w:type w:val="bbPlcHdr"/>
        </w:types>
        <w:behaviors>
          <w:behavior w:val="content"/>
        </w:behaviors>
        <w:guid w:val="{903911F4-2C0A-4130-AB41-EB3D363BB87B}"/>
      </w:docPartPr>
      <w:docPartBody>
        <w:p w:rsidR="00611504" w:rsidRDefault="00E463BE">
          <w:pPr>
            <w:pStyle w:val="711724AEA35C49A38015DA75776F56C6"/>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00000000" w:usb2="00000000"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3BE"/>
    <w:rsid w:val="0041472B"/>
    <w:rsid w:val="00611504"/>
    <w:rsid w:val="007C6E8D"/>
    <w:rsid w:val="00966427"/>
    <w:rsid w:val="00CB41E2"/>
    <w:rsid w:val="00E46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11724AEA35C49A38015DA75776F56C6">
    <w:name w:val="711724AEA35C49A38015DA75776F56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6B87FA-E40E-4AEF-A9A0-F677E6166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5</TotalTime>
  <Pages>1</Pages>
  <Words>746</Words>
  <Characters>4253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Packet Tracer - Configure Cisco Routers for Syslog, NTP, and SSH Operations</vt:lpstr>
    </vt:vector>
  </TitlesOfParts>
  <Company>Cisco Systems, Inc.</Company>
  <LinksUpToDate>false</LinksUpToDate>
  <CharactersWithSpaces>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 Cisco Devices for Syslog, NTP, and SSH Operations</dc:title>
  <dc:creator>SP</dc:creator>
  <dc:description>2016</dc:description>
  <cp:lastModifiedBy>Suk-Yi Pennock -X (spennock - UNICON INC at Cisco)</cp:lastModifiedBy>
  <cp:revision>7</cp:revision>
  <dcterms:created xsi:type="dcterms:W3CDTF">2021-02-12T22:39:00Z</dcterms:created>
  <dcterms:modified xsi:type="dcterms:W3CDTF">2021-02-12T22:57:00Z</dcterms:modified>
</cp:coreProperties>
</file>